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80723" w14:textId="77777777" w:rsidR="00AA7C38" w:rsidRPr="003C6065" w:rsidRDefault="00161849" w:rsidP="00FE528B">
      <w:pPr>
        <w:pStyle w:val="BodyText"/>
      </w:pPr>
      <w:r w:rsidRPr="003C6065">
        <w:rPr>
          <w:noProof/>
          <w:sz w:val="16"/>
          <w:szCs w:val="16"/>
        </w:rPr>
        <w:drawing>
          <wp:inline distT="0" distB="0" distL="0" distR="0" wp14:anchorId="6267CE48" wp14:editId="43618E60">
            <wp:extent cx="1991638" cy="798683"/>
            <wp:effectExtent l="0" t="0" r="0" b="9525"/>
            <wp:docPr id="3" name="Picture 3" descr="The USDA logo with the words, &quot;United States Department of Agriculture&quot; alongside i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SDA_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638" cy="79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6B071" w14:textId="77777777" w:rsidR="0008745D" w:rsidRPr="003C6065" w:rsidRDefault="004355F5" w:rsidP="001052E8">
      <w:pPr>
        <w:pStyle w:val="Title"/>
      </w:pPr>
      <w:r w:rsidRPr="003C6065">
        <w:t>Digital Signage Request Form</w:t>
      </w:r>
    </w:p>
    <w:p w14:paraId="7F5BBA03" w14:textId="77777777" w:rsidR="0008745D" w:rsidRPr="003C6065" w:rsidRDefault="00D07C26" w:rsidP="00881B08">
      <w:pPr>
        <w:pStyle w:val="Heading1"/>
      </w:pPr>
      <w:r w:rsidRPr="003C6065">
        <w:t>Introduction</w:t>
      </w:r>
    </w:p>
    <w:p w14:paraId="7CFBF28F" w14:textId="30EF6EE7" w:rsidR="00881B08" w:rsidRPr="00544116" w:rsidRDefault="00D07C26" w:rsidP="00881B08">
      <w:pPr>
        <w:pBdr>
          <w:bottom w:val="single" w:sz="18" w:space="1" w:color="FF0000"/>
        </w:pBdr>
        <w:rPr>
          <w:sz w:val="20"/>
          <w:szCs w:val="20"/>
        </w:rPr>
      </w:pPr>
      <w:r w:rsidRPr="00544116">
        <w:rPr>
          <w:sz w:val="20"/>
          <w:szCs w:val="20"/>
        </w:rPr>
        <w:t xml:space="preserve">This form is used to request digital signage to be displayed on monitors throughout USDA facilities in the </w:t>
      </w:r>
      <w:r w:rsidR="003F0F04" w:rsidRPr="00544116">
        <w:rPr>
          <w:sz w:val="20"/>
          <w:szCs w:val="20"/>
        </w:rPr>
        <w:t>South</w:t>
      </w:r>
      <w:r w:rsidR="00E47516">
        <w:rPr>
          <w:sz w:val="20"/>
          <w:szCs w:val="20"/>
        </w:rPr>
        <w:t xml:space="preserve"> (SB)</w:t>
      </w:r>
      <w:r w:rsidR="003F0F04" w:rsidRPr="00544116">
        <w:rPr>
          <w:sz w:val="20"/>
          <w:szCs w:val="20"/>
        </w:rPr>
        <w:t xml:space="preserve">, Whitten </w:t>
      </w:r>
      <w:r w:rsidR="00E47516">
        <w:rPr>
          <w:sz w:val="20"/>
          <w:szCs w:val="20"/>
        </w:rPr>
        <w:t>(W</w:t>
      </w:r>
      <w:r w:rsidR="00263884">
        <w:rPr>
          <w:sz w:val="20"/>
          <w:szCs w:val="20"/>
        </w:rPr>
        <w:t xml:space="preserve">B) </w:t>
      </w:r>
      <w:r w:rsidR="003F0F04" w:rsidRPr="00544116">
        <w:rPr>
          <w:sz w:val="20"/>
          <w:szCs w:val="20"/>
        </w:rPr>
        <w:t>and Patriot Plaza</w:t>
      </w:r>
      <w:r w:rsidR="00263884">
        <w:rPr>
          <w:sz w:val="20"/>
          <w:szCs w:val="20"/>
        </w:rPr>
        <w:t xml:space="preserve"> </w:t>
      </w:r>
      <w:r w:rsidR="009C0645">
        <w:rPr>
          <w:sz w:val="20"/>
          <w:szCs w:val="20"/>
        </w:rPr>
        <w:t>III</w:t>
      </w:r>
      <w:r w:rsidR="002176C1" w:rsidRPr="00544116">
        <w:rPr>
          <w:sz w:val="20"/>
          <w:szCs w:val="20"/>
        </w:rPr>
        <w:t xml:space="preserve"> </w:t>
      </w:r>
      <w:r w:rsidR="00263884">
        <w:rPr>
          <w:sz w:val="20"/>
          <w:szCs w:val="20"/>
        </w:rPr>
        <w:t xml:space="preserve">(PP3) </w:t>
      </w:r>
      <w:r w:rsidR="003C6065" w:rsidRPr="00544116">
        <w:rPr>
          <w:sz w:val="20"/>
          <w:szCs w:val="20"/>
        </w:rPr>
        <w:t>b</w:t>
      </w:r>
      <w:r w:rsidR="003F0F04" w:rsidRPr="00544116">
        <w:rPr>
          <w:sz w:val="20"/>
          <w:szCs w:val="20"/>
        </w:rPr>
        <w:t>uildings located in the Washington</w:t>
      </w:r>
      <w:r w:rsidRPr="00544116">
        <w:rPr>
          <w:sz w:val="20"/>
          <w:szCs w:val="20"/>
        </w:rPr>
        <w:t xml:space="preserve"> D.C. area. </w:t>
      </w:r>
      <w:r w:rsidR="005B3026">
        <w:rPr>
          <w:sz w:val="20"/>
          <w:szCs w:val="20"/>
        </w:rPr>
        <w:t xml:space="preserve"> </w:t>
      </w:r>
      <w:r w:rsidRPr="00544116">
        <w:rPr>
          <w:sz w:val="20"/>
          <w:szCs w:val="20"/>
        </w:rPr>
        <w:t xml:space="preserve">This is an electronic form and, when completed, should be emailed to the </w:t>
      </w:r>
      <w:hyperlink r:id="rId13" w:history="1">
        <w:r w:rsidRPr="00544116">
          <w:rPr>
            <w:rStyle w:val="Hyperlink"/>
            <w:sz w:val="20"/>
            <w:szCs w:val="20"/>
            <w:u w:val="none"/>
          </w:rPr>
          <w:t>Point of Contact</w:t>
        </w:r>
      </w:hyperlink>
      <w:r w:rsidRPr="00544116">
        <w:rPr>
          <w:sz w:val="20"/>
          <w:szCs w:val="20"/>
        </w:rPr>
        <w:t xml:space="preserve"> (POC) for your </w:t>
      </w:r>
      <w:r w:rsidR="00C8673E" w:rsidRPr="00544116">
        <w:rPr>
          <w:sz w:val="20"/>
          <w:szCs w:val="20"/>
        </w:rPr>
        <w:t>a</w:t>
      </w:r>
      <w:r w:rsidRPr="00544116">
        <w:rPr>
          <w:sz w:val="20"/>
          <w:szCs w:val="20"/>
        </w:rPr>
        <w:t>gency</w:t>
      </w:r>
      <w:r w:rsidR="003F0F04" w:rsidRPr="00544116">
        <w:rPr>
          <w:sz w:val="20"/>
          <w:szCs w:val="20"/>
        </w:rPr>
        <w:t xml:space="preserve"> or </w:t>
      </w:r>
      <w:r w:rsidR="00C8673E" w:rsidRPr="00544116">
        <w:rPr>
          <w:sz w:val="20"/>
          <w:szCs w:val="20"/>
        </w:rPr>
        <w:t>s</w:t>
      </w:r>
      <w:r w:rsidR="003F0F04" w:rsidRPr="00544116">
        <w:rPr>
          <w:sz w:val="20"/>
          <w:szCs w:val="20"/>
        </w:rPr>
        <w:t xml:space="preserve">taff </w:t>
      </w:r>
      <w:r w:rsidR="00C8673E" w:rsidRPr="00544116">
        <w:rPr>
          <w:sz w:val="20"/>
          <w:szCs w:val="20"/>
        </w:rPr>
        <w:t>o</w:t>
      </w:r>
      <w:r w:rsidR="003F0F04" w:rsidRPr="00544116">
        <w:rPr>
          <w:sz w:val="20"/>
          <w:szCs w:val="20"/>
        </w:rPr>
        <w:t>ffice</w:t>
      </w:r>
      <w:r w:rsidRPr="00544116">
        <w:rPr>
          <w:sz w:val="20"/>
          <w:szCs w:val="20"/>
        </w:rPr>
        <w:t>.</w:t>
      </w:r>
      <w:r w:rsidR="002176C1" w:rsidRPr="00544116">
        <w:rPr>
          <w:sz w:val="20"/>
          <w:szCs w:val="20"/>
        </w:rPr>
        <w:t xml:space="preserve"> </w:t>
      </w:r>
      <w:r w:rsidR="005B3026">
        <w:rPr>
          <w:sz w:val="20"/>
          <w:szCs w:val="20"/>
        </w:rPr>
        <w:t xml:space="preserve"> </w:t>
      </w:r>
      <w:r w:rsidRPr="00544116">
        <w:rPr>
          <w:sz w:val="20"/>
          <w:szCs w:val="20"/>
        </w:rPr>
        <w:t xml:space="preserve">For more information on digital signage and associated guidelines, see the </w:t>
      </w:r>
      <w:hyperlink r:id="rId14" w:history="1">
        <w:r w:rsidRPr="00544116">
          <w:rPr>
            <w:rStyle w:val="Hyperlink"/>
            <w:sz w:val="20"/>
            <w:szCs w:val="20"/>
            <w:u w:val="none"/>
          </w:rPr>
          <w:t>Digital Signage SOP</w:t>
        </w:r>
      </w:hyperlink>
      <w:r w:rsidRPr="00544116">
        <w:rPr>
          <w:sz w:val="20"/>
          <w:szCs w:val="20"/>
        </w:rPr>
        <w:t>.</w:t>
      </w:r>
      <w:r w:rsidR="005B3026">
        <w:rPr>
          <w:sz w:val="20"/>
          <w:szCs w:val="20"/>
        </w:rPr>
        <w:t xml:space="preserve"> </w:t>
      </w:r>
      <w:r w:rsidR="000861A4" w:rsidRPr="00544116">
        <w:rPr>
          <w:sz w:val="20"/>
          <w:szCs w:val="20"/>
        </w:rPr>
        <w:t xml:space="preserve"> </w:t>
      </w:r>
      <w:r w:rsidR="00AD29C7" w:rsidRPr="00544116">
        <w:rPr>
          <w:sz w:val="20"/>
          <w:szCs w:val="20"/>
        </w:rPr>
        <w:t>Q</w:t>
      </w:r>
      <w:r w:rsidR="000861A4" w:rsidRPr="00544116">
        <w:rPr>
          <w:sz w:val="20"/>
          <w:szCs w:val="20"/>
        </w:rPr>
        <w:t xml:space="preserve">uestions should be directed to the </w:t>
      </w:r>
      <w:hyperlink r:id="rId15" w:history="1">
        <w:r w:rsidR="00BF04EA" w:rsidRPr="00544116">
          <w:rPr>
            <w:rStyle w:val="Hyperlink"/>
            <w:sz w:val="20"/>
            <w:szCs w:val="20"/>
            <w:u w:val="none"/>
          </w:rPr>
          <w:t>Digital Signage Team</w:t>
        </w:r>
      </w:hyperlink>
      <w:r w:rsidR="00C8673E" w:rsidRPr="00544116">
        <w:rPr>
          <w:sz w:val="20"/>
          <w:szCs w:val="20"/>
        </w:rPr>
        <w:t>.</w:t>
      </w:r>
    </w:p>
    <w:p w14:paraId="68954052" w14:textId="77777777" w:rsidR="00881B08" w:rsidRPr="003C6065" w:rsidRDefault="00881B08" w:rsidP="00881B08">
      <w:pPr>
        <w:pBdr>
          <w:bottom w:val="single" w:sz="18" w:space="1" w:color="FF0000"/>
        </w:pBdr>
      </w:pPr>
    </w:p>
    <w:p w14:paraId="40D18B0A" w14:textId="77777777" w:rsidR="00D07C26" w:rsidRPr="003C6065" w:rsidRDefault="00D07C26" w:rsidP="00881B08">
      <w:pPr>
        <w:pStyle w:val="Heading1"/>
      </w:pPr>
      <w:r w:rsidRPr="003C6065">
        <w:t>About the Request</w:t>
      </w:r>
      <w:r w:rsidR="00C57049" w:rsidRPr="003C6065">
        <w:t>e</w:t>
      </w:r>
      <w:r w:rsidRPr="003C6065">
        <w:t>r</w:t>
      </w:r>
    </w:p>
    <w:tbl>
      <w:tblPr>
        <w:tblStyle w:val="TableGrid"/>
        <w:tblW w:w="0" w:type="auto"/>
        <w:tblBorders>
          <w:top w:val="single" w:sz="4" w:space="0" w:color="026701"/>
          <w:left w:val="single" w:sz="4" w:space="0" w:color="026701"/>
          <w:bottom w:val="single" w:sz="4" w:space="0" w:color="026701"/>
          <w:right w:val="single" w:sz="4" w:space="0" w:color="026701"/>
          <w:insideH w:val="single" w:sz="4" w:space="0" w:color="026701"/>
          <w:insideV w:val="single" w:sz="4" w:space="0" w:color="026701"/>
        </w:tblBorders>
        <w:tblLook w:val="04A0" w:firstRow="1" w:lastRow="0" w:firstColumn="1" w:lastColumn="0" w:noHBand="0" w:noVBand="1"/>
        <w:tblCaption w:val="About the Requester Table "/>
        <w:tblDescription w:val="This table lists columns for a contact name, contact email, contact phone number and department/ organization. "/>
      </w:tblPr>
      <w:tblGrid>
        <w:gridCol w:w="2697"/>
        <w:gridCol w:w="2697"/>
        <w:gridCol w:w="2698"/>
        <w:gridCol w:w="2698"/>
      </w:tblGrid>
      <w:tr w:rsidR="005E5E58" w:rsidRPr="003C6065" w14:paraId="7EEAE5D7" w14:textId="77777777" w:rsidTr="009922D2">
        <w:trPr>
          <w:cantSplit/>
          <w:tblHeader/>
        </w:trPr>
        <w:tc>
          <w:tcPr>
            <w:tcW w:w="2697" w:type="dxa"/>
            <w:shd w:val="clear" w:color="auto" w:fill="016701"/>
          </w:tcPr>
          <w:p w14:paraId="41CFE523" w14:textId="77777777" w:rsidR="00C70E9E" w:rsidRPr="003C6065" w:rsidRDefault="00C70E9E" w:rsidP="005E5E58">
            <w:pPr>
              <w:pStyle w:val="BodyText"/>
              <w:spacing w:before="20" w:after="20"/>
              <w:jc w:val="center"/>
              <w:rPr>
                <w:b/>
                <w:color w:val="FFFFFF" w:themeColor="background1"/>
              </w:rPr>
            </w:pPr>
            <w:r w:rsidRPr="003C6065">
              <w:rPr>
                <w:b/>
                <w:color w:val="FFFFFF" w:themeColor="background1"/>
              </w:rPr>
              <w:t>Contact Name</w:t>
            </w:r>
          </w:p>
        </w:tc>
        <w:tc>
          <w:tcPr>
            <w:tcW w:w="2697" w:type="dxa"/>
            <w:shd w:val="clear" w:color="auto" w:fill="016701"/>
          </w:tcPr>
          <w:p w14:paraId="5F9635C5" w14:textId="77777777" w:rsidR="00C70E9E" w:rsidRPr="003C6065" w:rsidRDefault="00C70E9E" w:rsidP="005E5E58">
            <w:pPr>
              <w:pStyle w:val="BodyText"/>
              <w:spacing w:before="20" w:after="20"/>
              <w:jc w:val="center"/>
              <w:rPr>
                <w:b/>
                <w:color w:val="FFFFFF" w:themeColor="background1"/>
              </w:rPr>
            </w:pPr>
            <w:r w:rsidRPr="003C6065">
              <w:rPr>
                <w:b/>
                <w:color w:val="FFFFFF" w:themeColor="background1"/>
              </w:rPr>
              <w:t>Contact Email</w:t>
            </w:r>
          </w:p>
        </w:tc>
        <w:tc>
          <w:tcPr>
            <w:tcW w:w="2698" w:type="dxa"/>
            <w:shd w:val="clear" w:color="auto" w:fill="016701"/>
          </w:tcPr>
          <w:p w14:paraId="2099C067" w14:textId="77777777" w:rsidR="00C70E9E" w:rsidRPr="003C6065" w:rsidRDefault="00C70E9E" w:rsidP="005E5E58">
            <w:pPr>
              <w:pStyle w:val="BodyText"/>
              <w:spacing w:before="20" w:after="20"/>
              <w:jc w:val="center"/>
              <w:rPr>
                <w:b/>
                <w:color w:val="FFFFFF" w:themeColor="background1"/>
              </w:rPr>
            </w:pPr>
            <w:r w:rsidRPr="003C6065">
              <w:rPr>
                <w:b/>
                <w:color w:val="FFFFFF" w:themeColor="background1"/>
              </w:rPr>
              <w:t>Contact Phone #</w:t>
            </w:r>
          </w:p>
        </w:tc>
        <w:tc>
          <w:tcPr>
            <w:tcW w:w="2698" w:type="dxa"/>
            <w:shd w:val="clear" w:color="auto" w:fill="016701"/>
          </w:tcPr>
          <w:p w14:paraId="4576F03B" w14:textId="77777777" w:rsidR="00C70E9E" w:rsidRPr="003C6065" w:rsidRDefault="00C70E9E" w:rsidP="005E5E58">
            <w:pPr>
              <w:pStyle w:val="BodyText"/>
              <w:spacing w:before="20" w:after="20"/>
              <w:jc w:val="center"/>
              <w:rPr>
                <w:b/>
                <w:color w:val="FFFFFF" w:themeColor="background1"/>
              </w:rPr>
            </w:pPr>
            <w:r w:rsidRPr="003C6065">
              <w:rPr>
                <w:b/>
                <w:color w:val="FFFFFF" w:themeColor="background1"/>
              </w:rPr>
              <w:t>Department/Organization</w:t>
            </w:r>
          </w:p>
        </w:tc>
      </w:tr>
      <w:tr w:rsidR="0047786A" w:rsidRPr="003C6065" w14:paraId="017C2C4F" w14:textId="77777777" w:rsidTr="009922D2">
        <w:trPr>
          <w:cantSplit/>
        </w:trPr>
        <w:tc>
          <w:tcPr>
            <w:tcW w:w="2697" w:type="dxa"/>
            <w:vAlign w:val="center"/>
          </w:tcPr>
          <w:p w14:paraId="14806437" w14:textId="57AB4BAE" w:rsidR="00C70E9E" w:rsidRPr="003C6065" w:rsidRDefault="00E0484A" w:rsidP="006E675E">
            <w:pPr>
              <w:pStyle w:val="BodyText"/>
              <w:spacing w:before="20" w:after="20"/>
              <w:jc w:val="center"/>
              <w:rPr>
                <w:color w:val="0070C0"/>
                <w:sz w:val="20"/>
                <w:szCs w:val="20"/>
              </w:rPr>
            </w:pPr>
            <w:r w:rsidRPr="002D2074">
              <w:rPr>
                <w:color w:val="0070C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3C6065">
              <w:rPr>
                <w:color w:val="0070C0"/>
                <w:sz w:val="20"/>
                <w:szCs w:val="20"/>
              </w:rPr>
              <w:instrText xml:space="preserve"> FORMTEXT </w:instrText>
            </w:r>
            <w:r w:rsidRPr="002D2074">
              <w:rPr>
                <w:color w:val="0070C0"/>
                <w:sz w:val="20"/>
                <w:szCs w:val="20"/>
              </w:rPr>
            </w:r>
            <w:r w:rsidRPr="002D2074">
              <w:rPr>
                <w:color w:val="0070C0"/>
                <w:sz w:val="20"/>
                <w:szCs w:val="20"/>
              </w:rPr>
              <w:fldChar w:fldCharType="separate"/>
            </w:r>
            <w:bookmarkStart w:id="1" w:name="_GoBack"/>
            <w:r w:rsidR="00203254">
              <w:rPr>
                <w:color w:val="0070C0"/>
                <w:sz w:val="20"/>
                <w:szCs w:val="20"/>
              </w:rPr>
              <w:t> </w:t>
            </w:r>
            <w:r w:rsidR="00203254">
              <w:rPr>
                <w:color w:val="0070C0"/>
                <w:sz w:val="20"/>
                <w:szCs w:val="20"/>
              </w:rPr>
              <w:t> </w:t>
            </w:r>
            <w:r w:rsidR="00203254">
              <w:rPr>
                <w:color w:val="0070C0"/>
                <w:sz w:val="20"/>
                <w:szCs w:val="20"/>
              </w:rPr>
              <w:t> </w:t>
            </w:r>
            <w:r w:rsidR="00203254">
              <w:rPr>
                <w:color w:val="0070C0"/>
                <w:sz w:val="20"/>
                <w:szCs w:val="20"/>
              </w:rPr>
              <w:t> </w:t>
            </w:r>
            <w:r w:rsidR="00203254">
              <w:rPr>
                <w:color w:val="0070C0"/>
                <w:sz w:val="20"/>
                <w:szCs w:val="20"/>
              </w:rPr>
              <w:t> </w:t>
            </w:r>
            <w:bookmarkEnd w:id="1"/>
            <w:r w:rsidRPr="002D2074">
              <w:rPr>
                <w:color w:val="0070C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697" w:type="dxa"/>
            <w:vAlign w:val="center"/>
          </w:tcPr>
          <w:p w14:paraId="1C91563E" w14:textId="77777777" w:rsidR="00C70E9E" w:rsidRPr="003C6065" w:rsidRDefault="00E0484A" w:rsidP="006E675E">
            <w:pPr>
              <w:pStyle w:val="BodyText"/>
              <w:spacing w:before="20" w:after="20"/>
              <w:jc w:val="center"/>
              <w:rPr>
                <w:color w:val="0070C0"/>
                <w:sz w:val="20"/>
                <w:szCs w:val="20"/>
              </w:rPr>
            </w:pPr>
            <w:r w:rsidRPr="002D2074">
              <w:rPr>
                <w:color w:val="0070C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3C6065">
              <w:rPr>
                <w:color w:val="0070C0"/>
                <w:sz w:val="20"/>
                <w:szCs w:val="20"/>
              </w:rPr>
              <w:instrText xml:space="preserve"> FORMTEXT </w:instrText>
            </w:r>
            <w:r w:rsidRPr="002D2074">
              <w:rPr>
                <w:color w:val="0070C0"/>
                <w:sz w:val="20"/>
                <w:szCs w:val="20"/>
              </w:rPr>
            </w:r>
            <w:r w:rsidRPr="002D2074">
              <w:rPr>
                <w:color w:val="0070C0"/>
                <w:sz w:val="20"/>
                <w:szCs w:val="20"/>
              </w:rPr>
              <w:fldChar w:fldCharType="separate"/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2D2074">
              <w:rPr>
                <w:color w:val="0070C0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698" w:type="dxa"/>
            <w:vAlign w:val="center"/>
          </w:tcPr>
          <w:p w14:paraId="0EA64E36" w14:textId="77777777" w:rsidR="00C70E9E" w:rsidRPr="003C6065" w:rsidRDefault="00E0484A" w:rsidP="006E675E">
            <w:pPr>
              <w:pStyle w:val="BodyText"/>
              <w:spacing w:before="20" w:after="20"/>
              <w:jc w:val="center"/>
              <w:rPr>
                <w:color w:val="0070C0"/>
                <w:sz w:val="20"/>
                <w:szCs w:val="20"/>
              </w:rPr>
            </w:pPr>
            <w:r w:rsidRPr="002D2074">
              <w:rPr>
                <w:color w:val="0070C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3C6065">
              <w:rPr>
                <w:color w:val="0070C0"/>
                <w:sz w:val="20"/>
                <w:szCs w:val="20"/>
              </w:rPr>
              <w:instrText xml:space="preserve"> FORMTEXT </w:instrText>
            </w:r>
            <w:r w:rsidRPr="002D2074">
              <w:rPr>
                <w:color w:val="0070C0"/>
                <w:sz w:val="20"/>
                <w:szCs w:val="20"/>
              </w:rPr>
            </w:r>
            <w:r w:rsidRPr="002D2074">
              <w:rPr>
                <w:color w:val="0070C0"/>
                <w:sz w:val="20"/>
                <w:szCs w:val="20"/>
              </w:rPr>
              <w:fldChar w:fldCharType="separate"/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2D2074">
              <w:rPr>
                <w:color w:val="0070C0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698" w:type="dxa"/>
            <w:vAlign w:val="center"/>
          </w:tcPr>
          <w:p w14:paraId="1D131E40" w14:textId="77777777" w:rsidR="00C70E9E" w:rsidRPr="003C6065" w:rsidRDefault="00E0484A" w:rsidP="006E675E">
            <w:pPr>
              <w:pStyle w:val="BodyText"/>
              <w:spacing w:before="20" w:after="20"/>
              <w:jc w:val="center"/>
              <w:rPr>
                <w:color w:val="0070C0"/>
                <w:sz w:val="20"/>
                <w:szCs w:val="20"/>
              </w:rPr>
            </w:pPr>
            <w:r w:rsidRPr="002D2074">
              <w:rPr>
                <w:color w:val="0070C0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3C6065">
              <w:rPr>
                <w:color w:val="0070C0"/>
                <w:sz w:val="20"/>
                <w:szCs w:val="20"/>
              </w:rPr>
              <w:instrText xml:space="preserve"> FORMTEXT </w:instrText>
            </w:r>
            <w:r w:rsidRPr="002D2074">
              <w:rPr>
                <w:color w:val="0070C0"/>
                <w:sz w:val="20"/>
                <w:szCs w:val="20"/>
              </w:rPr>
            </w:r>
            <w:r w:rsidRPr="002D2074">
              <w:rPr>
                <w:color w:val="0070C0"/>
                <w:sz w:val="20"/>
                <w:szCs w:val="20"/>
              </w:rPr>
              <w:fldChar w:fldCharType="separate"/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3C6065">
              <w:rPr>
                <w:noProof/>
                <w:color w:val="0070C0"/>
                <w:sz w:val="20"/>
                <w:szCs w:val="20"/>
              </w:rPr>
              <w:t> </w:t>
            </w:r>
            <w:r w:rsidRPr="002D2074">
              <w:rPr>
                <w:color w:val="0070C0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13BC88E0" w14:textId="77777777" w:rsidR="00D07C26" w:rsidRPr="003C6065" w:rsidRDefault="00D07C26" w:rsidP="00881B08">
      <w:pPr>
        <w:pStyle w:val="Heading1"/>
      </w:pPr>
      <w:r w:rsidRPr="003C6065">
        <w:t>About the Message</w:t>
      </w:r>
    </w:p>
    <w:tbl>
      <w:tblPr>
        <w:tblStyle w:val="TableGrid"/>
        <w:tblW w:w="0" w:type="auto"/>
        <w:tblBorders>
          <w:top w:val="single" w:sz="4" w:space="0" w:color="026701"/>
          <w:left w:val="single" w:sz="4" w:space="0" w:color="026701"/>
          <w:bottom w:val="single" w:sz="4" w:space="0" w:color="026701"/>
          <w:right w:val="single" w:sz="4" w:space="0" w:color="026701"/>
          <w:insideH w:val="single" w:sz="4" w:space="0" w:color="026701"/>
          <w:insideV w:val="single" w:sz="4" w:space="0" w:color="026701"/>
        </w:tblBorders>
        <w:tblLook w:val="04A0" w:firstRow="1" w:lastRow="0" w:firstColumn="1" w:lastColumn="0" w:noHBand="0" w:noVBand="1"/>
        <w:tblCaption w:val="About the Message Row A "/>
        <w:tblDescription w:val="This table displays one row for users to enter a message title. "/>
      </w:tblPr>
      <w:tblGrid>
        <w:gridCol w:w="1795"/>
        <w:gridCol w:w="8995"/>
      </w:tblGrid>
      <w:tr w:rsidR="00C56F92" w:rsidRPr="00544116" w14:paraId="2D3A85F7" w14:textId="77777777" w:rsidTr="009922D2">
        <w:trPr>
          <w:cantSplit/>
          <w:tblHeader/>
        </w:trPr>
        <w:tc>
          <w:tcPr>
            <w:tcW w:w="1795" w:type="dxa"/>
            <w:shd w:val="clear" w:color="auto" w:fill="016701"/>
            <w:vAlign w:val="center"/>
          </w:tcPr>
          <w:p w14:paraId="42DBB95D" w14:textId="77777777" w:rsidR="00C56F92" w:rsidRPr="00544116" w:rsidRDefault="00C56F92" w:rsidP="00B60D94">
            <w:pPr>
              <w:spacing w:before="20" w:after="20"/>
              <w:rPr>
                <w:rFonts w:eastAsiaTheme="majorEastAsia" w:cstheme="majorBidi"/>
                <w:b/>
                <w:color w:val="026701"/>
                <w:sz w:val="20"/>
                <w:szCs w:val="20"/>
              </w:rPr>
            </w:pPr>
            <w:r w:rsidRPr="00544116">
              <w:rPr>
                <w:rFonts w:eastAsiaTheme="majorEastAsia" w:cstheme="majorBidi"/>
                <w:b/>
                <w:color w:val="FFFFFF" w:themeColor="background1"/>
                <w:sz w:val="20"/>
                <w:szCs w:val="20"/>
              </w:rPr>
              <w:t>Message Title:</w:t>
            </w:r>
          </w:p>
        </w:tc>
        <w:tc>
          <w:tcPr>
            <w:tcW w:w="8995" w:type="dxa"/>
            <w:vAlign w:val="center"/>
          </w:tcPr>
          <w:p w14:paraId="02630EC6" w14:textId="77777777" w:rsidR="00C56F92" w:rsidRPr="00544116" w:rsidRDefault="00E0484A" w:rsidP="0002347C">
            <w:pPr>
              <w:rPr>
                <w:sz w:val="20"/>
                <w:szCs w:val="20"/>
              </w:rPr>
            </w:pPr>
            <w:r w:rsidRPr="00544116">
              <w:rPr>
                <w:color w:val="0070C0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544116">
              <w:rPr>
                <w:color w:val="0070C0"/>
                <w:sz w:val="20"/>
                <w:szCs w:val="20"/>
              </w:rPr>
              <w:instrText xml:space="preserve"> FORMTEXT </w:instrText>
            </w:r>
            <w:r w:rsidRPr="00544116">
              <w:rPr>
                <w:color w:val="0070C0"/>
                <w:sz w:val="20"/>
                <w:szCs w:val="20"/>
              </w:rPr>
            </w:r>
            <w:r w:rsidRPr="00544116">
              <w:rPr>
                <w:color w:val="0070C0"/>
                <w:sz w:val="20"/>
                <w:szCs w:val="20"/>
              </w:rPr>
              <w:fldChar w:fldCharType="separate"/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color w:val="0070C0"/>
                <w:sz w:val="20"/>
                <w:szCs w:val="20"/>
              </w:rPr>
              <w:fldChar w:fldCharType="end"/>
            </w:r>
            <w:bookmarkEnd w:id="5"/>
          </w:p>
        </w:tc>
      </w:tr>
    </w:tbl>
    <w:p w14:paraId="0DDC8F35" w14:textId="576EF41F" w:rsidR="006A513B" w:rsidRPr="00544116" w:rsidRDefault="006A513B" w:rsidP="006A513B">
      <w:pPr>
        <w:pStyle w:val="BodyText"/>
      </w:pPr>
    </w:p>
    <w:tbl>
      <w:tblPr>
        <w:tblStyle w:val="TableGrid"/>
        <w:tblW w:w="10795" w:type="dxa"/>
        <w:tblBorders>
          <w:top w:val="single" w:sz="4" w:space="0" w:color="026701"/>
          <w:left w:val="single" w:sz="4" w:space="0" w:color="026701"/>
          <w:bottom w:val="single" w:sz="4" w:space="0" w:color="026701"/>
          <w:right w:val="single" w:sz="4" w:space="0" w:color="026701"/>
          <w:insideH w:val="single" w:sz="4" w:space="0" w:color="026701"/>
          <w:insideV w:val="single" w:sz="4" w:space="0" w:color="026701"/>
        </w:tblBorders>
        <w:tblLook w:val="04A0" w:firstRow="1" w:lastRow="0" w:firstColumn="1" w:lastColumn="0" w:noHBand="0" w:noVBand="1"/>
        <w:tblCaption w:val="About the Message Row B"/>
        <w:tblDescription w:val="This table displays only one row. In the first column, users must enter the type of content and in the second column users can enter data under 'other.'"/>
      </w:tblPr>
      <w:tblGrid>
        <w:gridCol w:w="1795"/>
        <w:gridCol w:w="9000"/>
      </w:tblGrid>
      <w:tr w:rsidR="00391255" w:rsidRPr="00544116" w14:paraId="542EF6DC" w14:textId="77777777" w:rsidTr="00391255">
        <w:trPr>
          <w:cantSplit/>
          <w:tblHeader/>
        </w:trPr>
        <w:tc>
          <w:tcPr>
            <w:tcW w:w="1795" w:type="dxa"/>
            <w:shd w:val="clear" w:color="auto" w:fill="026701"/>
          </w:tcPr>
          <w:p w14:paraId="54CA045E" w14:textId="77777777" w:rsidR="00391255" w:rsidRPr="00544116" w:rsidRDefault="00391255" w:rsidP="00B60D94">
            <w:pPr>
              <w:spacing w:before="20" w:after="20"/>
              <w:rPr>
                <w:sz w:val="20"/>
                <w:szCs w:val="20"/>
              </w:rPr>
            </w:pPr>
            <w:r w:rsidRPr="00544116">
              <w:rPr>
                <w:rFonts w:eastAsiaTheme="majorEastAsia" w:cstheme="majorBidi"/>
                <w:b/>
                <w:color w:val="FFFFFF" w:themeColor="background1"/>
                <w:sz w:val="20"/>
                <w:szCs w:val="20"/>
              </w:rPr>
              <w:t>Type of Content:</w:t>
            </w:r>
          </w:p>
        </w:tc>
        <w:tc>
          <w:tcPr>
            <w:tcW w:w="9000" w:type="dxa"/>
            <w:vAlign w:val="center"/>
          </w:tcPr>
          <w:p w14:paraId="65167BBD" w14:textId="2D8E0812" w:rsidR="00391255" w:rsidRPr="00544116" w:rsidRDefault="00391255" w:rsidP="00B60D94">
            <w:pPr>
              <w:pStyle w:val="BodyText"/>
              <w:spacing w:after="0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Select content type"/>
                    <w:listEntry w:val="JPEG"/>
                    <w:listEntry w:val="PNG"/>
                    <w:listEntry w:val="PowerPoint"/>
                  </w:ddList>
                </w:ffData>
              </w:fldChar>
            </w:r>
            <w:bookmarkStart w:id="6" w:name="Dropdown1"/>
            <w:r>
              <w:rPr>
                <w:color w:val="0070C0"/>
                <w:sz w:val="20"/>
                <w:szCs w:val="20"/>
              </w:rPr>
              <w:instrText xml:space="preserve"> FORMDROPDOWN </w:instrText>
            </w:r>
            <w:r>
              <w:rPr>
                <w:color w:val="0070C0"/>
                <w:sz w:val="20"/>
                <w:szCs w:val="20"/>
              </w:rPr>
            </w:r>
            <w:r>
              <w:rPr>
                <w:color w:val="0070C0"/>
                <w:sz w:val="20"/>
                <w:szCs w:val="20"/>
              </w:rPr>
              <w:fldChar w:fldCharType="separate"/>
            </w:r>
            <w:r>
              <w:rPr>
                <w:color w:val="0070C0"/>
                <w:sz w:val="20"/>
                <w:szCs w:val="20"/>
              </w:rPr>
              <w:fldChar w:fldCharType="end"/>
            </w:r>
            <w:bookmarkEnd w:id="6"/>
          </w:p>
        </w:tc>
      </w:tr>
    </w:tbl>
    <w:p w14:paraId="28C127D2" w14:textId="5FB1A0CE" w:rsidR="00C56F92" w:rsidRPr="00544116" w:rsidRDefault="00C56F92" w:rsidP="00D76502">
      <w:pPr>
        <w:pStyle w:val="BodyText"/>
        <w:spacing w:before="120"/>
        <w:ind w:left="540" w:hanging="540"/>
        <w:rPr>
          <w:sz w:val="20"/>
          <w:szCs w:val="20"/>
        </w:rPr>
      </w:pPr>
      <w:r w:rsidRPr="00544116">
        <w:rPr>
          <w:sz w:val="20"/>
          <w:szCs w:val="20"/>
        </w:rPr>
        <w:t xml:space="preserve">Note: If your content is contained in a separate file, be sure to include </w:t>
      </w:r>
      <w:r w:rsidR="003653CB" w:rsidRPr="00544116">
        <w:rPr>
          <w:sz w:val="20"/>
          <w:szCs w:val="20"/>
        </w:rPr>
        <w:t xml:space="preserve">it as </w:t>
      </w:r>
      <w:r w:rsidRPr="00544116">
        <w:rPr>
          <w:sz w:val="20"/>
          <w:szCs w:val="20"/>
        </w:rPr>
        <w:t xml:space="preserve">an attachment when you submit this form. </w:t>
      </w:r>
    </w:p>
    <w:tbl>
      <w:tblPr>
        <w:tblStyle w:val="TableGrid"/>
        <w:tblW w:w="0" w:type="auto"/>
        <w:tblBorders>
          <w:top w:val="single" w:sz="4" w:space="0" w:color="026701"/>
          <w:left w:val="single" w:sz="4" w:space="0" w:color="026701"/>
          <w:bottom w:val="single" w:sz="4" w:space="0" w:color="026701"/>
          <w:right w:val="single" w:sz="4" w:space="0" w:color="026701"/>
          <w:insideH w:val="single" w:sz="4" w:space="0" w:color="026701"/>
          <w:insideV w:val="single" w:sz="4" w:space="0" w:color="026701"/>
        </w:tblBorders>
        <w:tblLook w:val="04A0" w:firstRow="1" w:lastRow="0" w:firstColumn="1" w:lastColumn="0" w:noHBand="0" w:noVBand="1"/>
        <w:tblCaption w:val="About the Message Row C"/>
        <w:tblDescription w:val="This table displays one row for users to enter a numberical value for the number of documents. "/>
      </w:tblPr>
      <w:tblGrid>
        <w:gridCol w:w="2425"/>
        <w:gridCol w:w="8365"/>
      </w:tblGrid>
      <w:tr w:rsidR="00060537" w:rsidRPr="00544116" w14:paraId="33634CEB" w14:textId="77777777" w:rsidTr="009922D2">
        <w:trPr>
          <w:cantSplit/>
          <w:tblHeader/>
        </w:trPr>
        <w:tc>
          <w:tcPr>
            <w:tcW w:w="2425" w:type="dxa"/>
            <w:shd w:val="clear" w:color="auto" w:fill="016701"/>
            <w:vAlign w:val="center"/>
          </w:tcPr>
          <w:p w14:paraId="15216B39" w14:textId="77777777" w:rsidR="00060537" w:rsidRPr="00544116" w:rsidRDefault="001F7CF3" w:rsidP="00B60D94">
            <w:pPr>
              <w:spacing w:before="20" w:after="20"/>
              <w:rPr>
                <w:rFonts w:eastAsiaTheme="majorEastAsia" w:cstheme="majorBidi"/>
                <w:b/>
                <w:color w:val="FFFFFF" w:themeColor="background1"/>
                <w:sz w:val="20"/>
                <w:szCs w:val="20"/>
              </w:rPr>
            </w:pPr>
            <w:r w:rsidRPr="00544116">
              <w:rPr>
                <w:rFonts w:eastAsiaTheme="majorEastAsia" w:cstheme="majorBidi"/>
                <w:b/>
                <w:color w:val="FFFFFF" w:themeColor="background1"/>
                <w:sz w:val="20"/>
                <w:szCs w:val="20"/>
              </w:rPr>
              <w:t>Number of Documents</w:t>
            </w:r>
            <w:r w:rsidR="00060537" w:rsidRPr="00544116">
              <w:rPr>
                <w:rFonts w:eastAsiaTheme="majorEastAsia" w:cstheme="majorBidi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8365" w:type="dxa"/>
            <w:vAlign w:val="center"/>
          </w:tcPr>
          <w:p w14:paraId="3E1B2B92" w14:textId="77777777" w:rsidR="00060537" w:rsidRPr="00544116" w:rsidRDefault="00856C31" w:rsidP="00AC44B7">
            <w:pPr>
              <w:rPr>
                <w:sz w:val="20"/>
                <w:szCs w:val="20"/>
              </w:rPr>
            </w:pPr>
            <w:r w:rsidRPr="00544116">
              <w:rPr>
                <w:color w:val="0070C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7" w:name="Text12"/>
            <w:r w:rsidRPr="00544116">
              <w:rPr>
                <w:color w:val="0070C0"/>
                <w:sz w:val="20"/>
                <w:szCs w:val="20"/>
              </w:rPr>
              <w:instrText xml:space="preserve"> FORMTEXT </w:instrText>
            </w:r>
            <w:r w:rsidRPr="00544116">
              <w:rPr>
                <w:color w:val="0070C0"/>
                <w:sz w:val="20"/>
                <w:szCs w:val="20"/>
              </w:rPr>
            </w:r>
            <w:r w:rsidRPr="00544116">
              <w:rPr>
                <w:color w:val="0070C0"/>
                <w:sz w:val="20"/>
                <w:szCs w:val="20"/>
              </w:rPr>
              <w:fldChar w:fldCharType="separate"/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noProof/>
                <w:color w:val="0070C0"/>
                <w:sz w:val="20"/>
                <w:szCs w:val="20"/>
              </w:rPr>
              <w:t> </w:t>
            </w:r>
            <w:r w:rsidRPr="00544116">
              <w:rPr>
                <w:color w:val="0070C0"/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038A94CA" w14:textId="77777777" w:rsidR="00D07C26" w:rsidRPr="003C6065" w:rsidRDefault="00D07C26" w:rsidP="001F7CF3">
      <w:pPr>
        <w:pStyle w:val="Heading2"/>
      </w:pPr>
      <w:r w:rsidRPr="00BF04EA">
        <w:rPr>
          <w:b/>
        </w:rPr>
        <w:t>Where</w:t>
      </w:r>
      <w:r w:rsidRPr="003C6065">
        <w:t xml:space="preserve"> should it be displayed?</w:t>
      </w:r>
    </w:p>
    <w:tbl>
      <w:tblPr>
        <w:tblStyle w:val="TableGrid"/>
        <w:tblW w:w="5000" w:type="pct"/>
        <w:tblBorders>
          <w:top w:val="single" w:sz="4" w:space="0" w:color="026701"/>
          <w:left w:val="single" w:sz="4" w:space="0" w:color="026701"/>
          <w:bottom w:val="single" w:sz="4" w:space="0" w:color="026701"/>
          <w:right w:val="single" w:sz="4" w:space="0" w:color="026701"/>
          <w:insideH w:val="single" w:sz="4" w:space="0" w:color="026701"/>
          <w:insideV w:val="single" w:sz="4" w:space="0" w:color="026701"/>
        </w:tblBorders>
        <w:tblLook w:val="04A0" w:firstRow="1" w:lastRow="0" w:firstColumn="1" w:lastColumn="0" w:noHBand="0" w:noVBand="1"/>
        <w:tblCaption w:val="Display Location Row"/>
        <w:tblDescription w:val="This table displays one row for users to choose from a list of six physical locations. "/>
      </w:tblPr>
      <w:tblGrid>
        <w:gridCol w:w="3409"/>
        <w:gridCol w:w="5030"/>
        <w:gridCol w:w="2331"/>
      </w:tblGrid>
      <w:tr w:rsidR="00F540AC" w:rsidRPr="003C6065" w14:paraId="216EAF46" w14:textId="77777777" w:rsidTr="005B3026">
        <w:trPr>
          <w:cantSplit/>
          <w:tblHeader/>
        </w:trPr>
        <w:tc>
          <w:tcPr>
            <w:tcW w:w="1582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7AAC72" w14:textId="62AEDC55" w:rsidR="005E79FC" w:rsidRPr="00544116" w:rsidRDefault="005E79FC" w:rsidP="00EC0E1A">
            <w:pPr>
              <w:spacing w:before="40" w:after="40"/>
              <w:rPr>
                <w:sz w:val="20"/>
                <w:szCs w:val="20"/>
              </w:rPr>
            </w:pPr>
            <w:r w:rsidRPr="00544116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1"/>
            <w:r w:rsidRPr="00544116">
              <w:rPr>
                <w:sz w:val="20"/>
                <w:szCs w:val="20"/>
              </w:rPr>
              <w:instrText xml:space="preserve"> FORMCHECKBOX </w:instrText>
            </w:r>
            <w:r w:rsidR="00635C62">
              <w:rPr>
                <w:sz w:val="20"/>
                <w:szCs w:val="20"/>
              </w:rPr>
            </w:r>
            <w:r w:rsidR="00635C62">
              <w:rPr>
                <w:sz w:val="20"/>
                <w:szCs w:val="20"/>
              </w:rPr>
              <w:fldChar w:fldCharType="separate"/>
            </w:r>
            <w:r w:rsidRPr="00544116">
              <w:rPr>
                <w:sz w:val="20"/>
                <w:szCs w:val="20"/>
              </w:rPr>
              <w:fldChar w:fldCharType="end"/>
            </w:r>
            <w:bookmarkEnd w:id="8"/>
            <w:r w:rsidRPr="00544116">
              <w:rPr>
                <w:sz w:val="20"/>
                <w:szCs w:val="20"/>
              </w:rPr>
              <w:t xml:space="preserve"> </w:t>
            </w:r>
            <w:r w:rsidR="00544116" w:rsidRPr="00544116">
              <w:rPr>
                <w:sz w:val="20"/>
                <w:szCs w:val="20"/>
              </w:rPr>
              <w:t>SB</w:t>
            </w:r>
            <w:r w:rsidRPr="00544116">
              <w:rPr>
                <w:sz w:val="20"/>
                <w:szCs w:val="20"/>
              </w:rPr>
              <w:t xml:space="preserve"> </w:t>
            </w:r>
            <w:r w:rsidRPr="00544116">
              <w:rPr>
                <w:i/>
                <w:iCs/>
                <w:sz w:val="20"/>
                <w:szCs w:val="20"/>
              </w:rPr>
              <w:t xml:space="preserve">– </w:t>
            </w:r>
            <w:r w:rsidR="000F6253">
              <w:rPr>
                <w:i/>
                <w:iCs/>
                <w:sz w:val="20"/>
                <w:szCs w:val="20"/>
              </w:rPr>
              <w:t>2</w:t>
            </w:r>
            <w:r w:rsidR="007535CE">
              <w:rPr>
                <w:i/>
                <w:iCs/>
                <w:sz w:val="20"/>
                <w:szCs w:val="20"/>
              </w:rPr>
              <w:t>7</w:t>
            </w:r>
            <w:r w:rsidRPr="00544116">
              <w:rPr>
                <w:i/>
                <w:iCs/>
                <w:sz w:val="20"/>
                <w:szCs w:val="20"/>
              </w:rPr>
              <w:t xml:space="preserve"> monitors</w:t>
            </w:r>
          </w:p>
        </w:tc>
        <w:tc>
          <w:tcPr>
            <w:tcW w:w="2335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3691EA" w14:textId="7AEC964B" w:rsidR="00090B17" w:rsidRPr="00544116" w:rsidRDefault="005E79FC" w:rsidP="00EC0E1A">
            <w:pPr>
              <w:spacing w:before="40" w:after="40"/>
              <w:rPr>
                <w:i/>
                <w:iCs/>
                <w:sz w:val="20"/>
                <w:szCs w:val="20"/>
              </w:rPr>
            </w:pPr>
            <w:r w:rsidRPr="00544116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2"/>
            <w:r w:rsidRPr="00544116">
              <w:rPr>
                <w:sz w:val="20"/>
                <w:szCs w:val="20"/>
              </w:rPr>
              <w:instrText xml:space="preserve"> FORMCHECKBOX </w:instrText>
            </w:r>
            <w:r w:rsidR="00635C62">
              <w:rPr>
                <w:sz w:val="20"/>
                <w:szCs w:val="20"/>
              </w:rPr>
            </w:r>
            <w:r w:rsidR="00635C62">
              <w:rPr>
                <w:sz w:val="20"/>
                <w:szCs w:val="20"/>
              </w:rPr>
              <w:fldChar w:fldCharType="separate"/>
            </w:r>
            <w:r w:rsidRPr="00544116">
              <w:rPr>
                <w:sz w:val="20"/>
                <w:szCs w:val="20"/>
              </w:rPr>
              <w:fldChar w:fldCharType="end"/>
            </w:r>
            <w:bookmarkEnd w:id="9"/>
            <w:r w:rsidRPr="00544116">
              <w:rPr>
                <w:sz w:val="20"/>
                <w:szCs w:val="20"/>
              </w:rPr>
              <w:t xml:space="preserve"> </w:t>
            </w:r>
            <w:r w:rsidR="00544116" w:rsidRPr="00544116">
              <w:rPr>
                <w:sz w:val="20"/>
                <w:szCs w:val="20"/>
              </w:rPr>
              <w:t>WB</w:t>
            </w:r>
            <w:r w:rsidRPr="00544116">
              <w:rPr>
                <w:sz w:val="20"/>
                <w:szCs w:val="20"/>
              </w:rPr>
              <w:t xml:space="preserve"> </w:t>
            </w:r>
            <w:r w:rsidR="00090B17" w:rsidRPr="00544116">
              <w:rPr>
                <w:i/>
                <w:iCs/>
                <w:sz w:val="20"/>
                <w:szCs w:val="20"/>
              </w:rPr>
              <w:t xml:space="preserve">– </w:t>
            </w:r>
            <w:r w:rsidR="007535CE">
              <w:rPr>
                <w:i/>
                <w:iCs/>
                <w:sz w:val="20"/>
                <w:szCs w:val="20"/>
              </w:rPr>
              <w:t>3</w:t>
            </w:r>
            <w:r w:rsidRPr="00544116">
              <w:rPr>
                <w:i/>
                <w:iCs/>
                <w:sz w:val="20"/>
                <w:szCs w:val="20"/>
              </w:rPr>
              <w:t xml:space="preserve"> monitors</w:t>
            </w:r>
          </w:p>
        </w:tc>
        <w:tc>
          <w:tcPr>
            <w:tcW w:w="1082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788ABA0" w14:textId="220FF842" w:rsidR="005E79FC" w:rsidRPr="00544116" w:rsidRDefault="005E79FC" w:rsidP="00EC0E1A">
            <w:pPr>
              <w:spacing w:before="40" w:after="40"/>
              <w:rPr>
                <w:sz w:val="20"/>
                <w:szCs w:val="20"/>
              </w:rPr>
            </w:pPr>
            <w:r w:rsidRPr="00544116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4"/>
            <w:r w:rsidRPr="00544116">
              <w:rPr>
                <w:sz w:val="20"/>
                <w:szCs w:val="20"/>
              </w:rPr>
              <w:instrText xml:space="preserve"> FORMCHECKBOX </w:instrText>
            </w:r>
            <w:r w:rsidR="00635C62">
              <w:rPr>
                <w:sz w:val="20"/>
                <w:szCs w:val="20"/>
              </w:rPr>
            </w:r>
            <w:r w:rsidR="00635C62">
              <w:rPr>
                <w:sz w:val="20"/>
                <w:szCs w:val="20"/>
              </w:rPr>
              <w:fldChar w:fldCharType="separate"/>
            </w:r>
            <w:r w:rsidRPr="00544116">
              <w:rPr>
                <w:sz w:val="20"/>
                <w:szCs w:val="20"/>
              </w:rPr>
              <w:fldChar w:fldCharType="end"/>
            </w:r>
            <w:bookmarkEnd w:id="10"/>
            <w:r w:rsidRPr="00544116">
              <w:rPr>
                <w:sz w:val="20"/>
                <w:szCs w:val="20"/>
              </w:rPr>
              <w:t xml:space="preserve"> </w:t>
            </w:r>
            <w:r w:rsidR="00372E2B">
              <w:rPr>
                <w:sz w:val="20"/>
                <w:szCs w:val="20"/>
              </w:rPr>
              <w:t xml:space="preserve">PP3 </w:t>
            </w:r>
            <w:r w:rsidR="00090B17" w:rsidRPr="00544116">
              <w:rPr>
                <w:i/>
                <w:iCs/>
                <w:sz w:val="20"/>
                <w:szCs w:val="20"/>
              </w:rPr>
              <w:t xml:space="preserve">– </w:t>
            </w:r>
            <w:r w:rsidR="000F6253">
              <w:rPr>
                <w:i/>
                <w:iCs/>
                <w:sz w:val="20"/>
                <w:szCs w:val="20"/>
              </w:rPr>
              <w:t>7</w:t>
            </w:r>
            <w:r w:rsidR="00090B17" w:rsidRPr="00544116">
              <w:rPr>
                <w:i/>
                <w:iCs/>
                <w:sz w:val="20"/>
                <w:szCs w:val="20"/>
              </w:rPr>
              <w:t xml:space="preserve"> monitors</w:t>
            </w:r>
          </w:p>
        </w:tc>
      </w:tr>
      <w:tr w:rsidR="00F540AC" w:rsidRPr="003C6065" w14:paraId="5FCD49F4" w14:textId="77777777" w:rsidTr="005B3026">
        <w:trPr>
          <w:cantSplit/>
          <w:tblHeader/>
        </w:trPr>
        <w:tc>
          <w:tcPr>
            <w:tcW w:w="1582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FE3E79" w14:textId="058A4202" w:rsidR="005E79FC" w:rsidRPr="00544116" w:rsidRDefault="005E79FC" w:rsidP="00544116">
            <w:pPr>
              <w:spacing w:before="40" w:after="40"/>
              <w:rPr>
                <w:sz w:val="20"/>
                <w:szCs w:val="20"/>
              </w:rPr>
            </w:pPr>
            <w:r w:rsidRPr="00544116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5"/>
            <w:r w:rsidRPr="00544116">
              <w:rPr>
                <w:sz w:val="20"/>
                <w:szCs w:val="20"/>
              </w:rPr>
              <w:instrText xml:space="preserve"> FORMCHECKBOX </w:instrText>
            </w:r>
            <w:r w:rsidR="00635C62">
              <w:rPr>
                <w:sz w:val="20"/>
                <w:szCs w:val="20"/>
              </w:rPr>
            </w:r>
            <w:r w:rsidR="00635C62">
              <w:rPr>
                <w:sz w:val="20"/>
                <w:szCs w:val="20"/>
              </w:rPr>
              <w:fldChar w:fldCharType="separate"/>
            </w:r>
            <w:r w:rsidRPr="00544116">
              <w:rPr>
                <w:sz w:val="20"/>
                <w:szCs w:val="20"/>
              </w:rPr>
              <w:fldChar w:fldCharType="end"/>
            </w:r>
            <w:bookmarkEnd w:id="11"/>
            <w:r w:rsidRPr="00544116">
              <w:rPr>
                <w:sz w:val="20"/>
                <w:szCs w:val="20"/>
              </w:rPr>
              <w:t xml:space="preserve"> </w:t>
            </w:r>
            <w:r w:rsidR="000F6253">
              <w:rPr>
                <w:sz w:val="20"/>
                <w:szCs w:val="20"/>
              </w:rPr>
              <w:t xml:space="preserve"> </w:t>
            </w:r>
            <w:r w:rsidR="00544116" w:rsidRPr="00544116">
              <w:rPr>
                <w:sz w:val="20"/>
                <w:szCs w:val="20"/>
              </w:rPr>
              <w:t>SB</w:t>
            </w:r>
            <w:r w:rsidR="000F6253">
              <w:rPr>
                <w:sz w:val="20"/>
                <w:szCs w:val="20"/>
              </w:rPr>
              <w:t>/WB</w:t>
            </w:r>
            <w:r w:rsidR="00544116" w:rsidRPr="00544116">
              <w:rPr>
                <w:sz w:val="20"/>
                <w:szCs w:val="20"/>
              </w:rPr>
              <w:t xml:space="preserve"> </w:t>
            </w:r>
            <w:r w:rsidRPr="00544116">
              <w:rPr>
                <w:sz w:val="20"/>
                <w:szCs w:val="20"/>
              </w:rPr>
              <w:t>Cafeteria</w:t>
            </w:r>
            <w:r w:rsidR="001F287F" w:rsidRPr="00544116">
              <w:rPr>
                <w:sz w:val="20"/>
                <w:szCs w:val="20"/>
              </w:rPr>
              <w:t xml:space="preserve"> (</w:t>
            </w:r>
            <w:r w:rsidR="001271D5">
              <w:rPr>
                <w:sz w:val="20"/>
                <w:szCs w:val="20"/>
              </w:rPr>
              <w:t xml:space="preserve">Reserved for </w:t>
            </w:r>
            <w:r w:rsidR="00CB130C" w:rsidRPr="00544116">
              <w:rPr>
                <w:sz w:val="20"/>
                <w:szCs w:val="20"/>
              </w:rPr>
              <w:t>OO</w:t>
            </w:r>
            <w:r w:rsidR="001F287F" w:rsidRPr="00544116">
              <w:rPr>
                <w:sz w:val="20"/>
                <w:szCs w:val="20"/>
              </w:rPr>
              <w:t>)</w:t>
            </w:r>
            <w:r w:rsidRPr="00544116">
              <w:rPr>
                <w:sz w:val="20"/>
                <w:szCs w:val="20"/>
              </w:rPr>
              <w:t xml:space="preserve"> </w:t>
            </w:r>
            <w:r w:rsidR="00090B17" w:rsidRPr="00544116">
              <w:rPr>
                <w:i/>
                <w:iCs/>
                <w:sz w:val="20"/>
                <w:szCs w:val="20"/>
              </w:rPr>
              <w:t xml:space="preserve">– </w:t>
            </w:r>
            <w:r w:rsidR="007535CE">
              <w:rPr>
                <w:i/>
                <w:iCs/>
                <w:sz w:val="20"/>
                <w:szCs w:val="20"/>
              </w:rPr>
              <w:t>2</w:t>
            </w:r>
            <w:r w:rsidRPr="00544116">
              <w:rPr>
                <w:i/>
                <w:iCs/>
                <w:sz w:val="20"/>
                <w:szCs w:val="20"/>
              </w:rPr>
              <w:t xml:space="preserve"> monitors</w:t>
            </w:r>
          </w:p>
        </w:tc>
        <w:tc>
          <w:tcPr>
            <w:tcW w:w="2335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AF6819" w14:textId="6E997A3F" w:rsidR="005E79FC" w:rsidRPr="00544116" w:rsidRDefault="005E79FC" w:rsidP="00544116">
            <w:pPr>
              <w:spacing w:before="40" w:after="40"/>
              <w:rPr>
                <w:sz w:val="20"/>
                <w:szCs w:val="20"/>
              </w:rPr>
            </w:pPr>
            <w:r w:rsidRPr="00544116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3"/>
            <w:r w:rsidRPr="00544116">
              <w:rPr>
                <w:sz w:val="20"/>
                <w:szCs w:val="20"/>
              </w:rPr>
              <w:instrText xml:space="preserve"> FORMCHECKBOX </w:instrText>
            </w:r>
            <w:r w:rsidR="00635C62">
              <w:rPr>
                <w:sz w:val="20"/>
                <w:szCs w:val="20"/>
              </w:rPr>
            </w:r>
            <w:r w:rsidR="00635C62">
              <w:rPr>
                <w:sz w:val="20"/>
                <w:szCs w:val="20"/>
              </w:rPr>
              <w:fldChar w:fldCharType="separate"/>
            </w:r>
            <w:r w:rsidRPr="00544116">
              <w:rPr>
                <w:sz w:val="20"/>
                <w:szCs w:val="20"/>
              </w:rPr>
              <w:fldChar w:fldCharType="end"/>
            </w:r>
            <w:bookmarkEnd w:id="12"/>
            <w:r w:rsidRPr="00544116">
              <w:rPr>
                <w:sz w:val="20"/>
                <w:szCs w:val="20"/>
              </w:rPr>
              <w:t xml:space="preserve"> </w:t>
            </w:r>
            <w:r w:rsidR="00090B17" w:rsidRPr="00544116">
              <w:rPr>
                <w:sz w:val="20"/>
                <w:szCs w:val="20"/>
              </w:rPr>
              <w:t>W</w:t>
            </w:r>
            <w:r w:rsidR="00544116" w:rsidRPr="00544116">
              <w:rPr>
                <w:sz w:val="20"/>
                <w:szCs w:val="20"/>
              </w:rPr>
              <w:t xml:space="preserve">B </w:t>
            </w:r>
            <w:r w:rsidRPr="00544116">
              <w:rPr>
                <w:sz w:val="20"/>
                <w:szCs w:val="20"/>
              </w:rPr>
              <w:t>Directory (</w:t>
            </w:r>
            <w:r w:rsidR="001271D5">
              <w:rPr>
                <w:sz w:val="20"/>
                <w:szCs w:val="20"/>
              </w:rPr>
              <w:t xml:space="preserve">Reserved for </w:t>
            </w:r>
            <w:r w:rsidRPr="00544116">
              <w:rPr>
                <w:sz w:val="20"/>
                <w:szCs w:val="20"/>
              </w:rPr>
              <w:t xml:space="preserve">OSEC) </w:t>
            </w:r>
            <w:r w:rsidRPr="00544116">
              <w:rPr>
                <w:i/>
                <w:iCs/>
                <w:sz w:val="20"/>
                <w:szCs w:val="20"/>
              </w:rPr>
              <w:t>– 2 monitors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394D25" w14:textId="77777777" w:rsidR="005E79FC" w:rsidRPr="00E67EAB" w:rsidRDefault="005E79FC" w:rsidP="00EC0E1A">
            <w:pPr>
              <w:spacing w:before="40" w:after="40"/>
              <w:rPr>
                <w:sz w:val="20"/>
                <w:szCs w:val="20"/>
                <w:highlight w:val="black"/>
              </w:rPr>
            </w:pPr>
          </w:p>
        </w:tc>
      </w:tr>
      <w:tr w:rsidR="00F540AC" w:rsidRPr="003C6065" w14:paraId="7AFC875B" w14:textId="77777777" w:rsidTr="005B3026">
        <w:trPr>
          <w:cantSplit/>
          <w:tblHeader/>
        </w:trPr>
        <w:tc>
          <w:tcPr>
            <w:tcW w:w="158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5D30DA" w14:textId="58C217A4" w:rsidR="005E79FC" w:rsidRPr="00544116" w:rsidRDefault="005E79FC" w:rsidP="00544116">
            <w:pPr>
              <w:spacing w:before="40" w:after="40"/>
              <w:rPr>
                <w:sz w:val="20"/>
                <w:szCs w:val="20"/>
              </w:rPr>
            </w:pPr>
            <w:r w:rsidRPr="00544116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44116">
              <w:rPr>
                <w:sz w:val="20"/>
                <w:szCs w:val="20"/>
              </w:rPr>
              <w:instrText xml:space="preserve"> FORMCHECKBOX </w:instrText>
            </w:r>
            <w:r w:rsidR="00635C62">
              <w:rPr>
                <w:sz w:val="20"/>
                <w:szCs w:val="20"/>
              </w:rPr>
            </w:r>
            <w:r w:rsidR="00635C62">
              <w:rPr>
                <w:sz w:val="20"/>
                <w:szCs w:val="20"/>
              </w:rPr>
              <w:fldChar w:fldCharType="separate"/>
            </w:r>
            <w:r w:rsidRPr="00544116">
              <w:rPr>
                <w:sz w:val="20"/>
                <w:szCs w:val="20"/>
              </w:rPr>
              <w:fldChar w:fldCharType="end"/>
            </w:r>
            <w:r w:rsidRPr="00544116">
              <w:rPr>
                <w:sz w:val="20"/>
                <w:szCs w:val="20"/>
              </w:rPr>
              <w:t xml:space="preserve"> </w:t>
            </w:r>
            <w:r w:rsidR="00544116" w:rsidRPr="00544116">
              <w:rPr>
                <w:sz w:val="20"/>
                <w:szCs w:val="20"/>
              </w:rPr>
              <w:t xml:space="preserve">SB </w:t>
            </w:r>
            <w:r w:rsidR="00090B17" w:rsidRPr="00544116">
              <w:rPr>
                <w:sz w:val="20"/>
                <w:szCs w:val="20"/>
              </w:rPr>
              <w:t xml:space="preserve">Agency </w:t>
            </w:r>
            <w:r w:rsidR="001271D5">
              <w:rPr>
                <w:sz w:val="20"/>
                <w:szCs w:val="20"/>
              </w:rPr>
              <w:t>O</w:t>
            </w:r>
            <w:r w:rsidR="00090B17" w:rsidRPr="00544116">
              <w:rPr>
                <w:sz w:val="20"/>
                <w:szCs w:val="20"/>
              </w:rPr>
              <w:t xml:space="preserve">wned </w:t>
            </w:r>
            <w:r w:rsidR="001271D5">
              <w:rPr>
                <w:sz w:val="20"/>
                <w:szCs w:val="20"/>
              </w:rPr>
              <w:t>M</w:t>
            </w:r>
            <w:r w:rsidR="00090B17" w:rsidRPr="00544116">
              <w:rPr>
                <w:sz w:val="20"/>
                <w:szCs w:val="20"/>
              </w:rPr>
              <w:t>onitor(s)</w:t>
            </w:r>
            <w:r w:rsidR="001271D5">
              <w:rPr>
                <w:sz w:val="20"/>
                <w:szCs w:val="20"/>
              </w:rPr>
              <w:t>:</w:t>
            </w:r>
            <w:r w:rsidR="00EC1176" w:rsidRPr="00544116">
              <w:rPr>
                <w:sz w:val="20"/>
                <w:szCs w:val="20"/>
              </w:rPr>
              <w:t xml:space="preserve"> </w:t>
            </w:r>
            <w:r w:rsidR="001271D5">
              <w:rPr>
                <w:color w:val="0070C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pecify Agency"/>
                  </w:textInput>
                </w:ffData>
              </w:fldChar>
            </w:r>
            <w:r w:rsidR="001271D5">
              <w:rPr>
                <w:color w:val="0070C0"/>
                <w:sz w:val="20"/>
                <w:szCs w:val="20"/>
              </w:rPr>
              <w:instrText xml:space="preserve"> FORMTEXT </w:instrText>
            </w:r>
            <w:r w:rsidR="001271D5">
              <w:rPr>
                <w:color w:val="0070C0"/>
                <w:sz w:val="20"/>
                <w:szCs w:val="20"/>
              </w:rPr>
            </w:r>
            <w:r w:rsidR="001271D5">
              <w:rPr>
                <w:color w:val="0070C0"/>
                <w:sz w:val="20"/>
                <w:szCs w:val="20"/>
              </w:rPr>
              <w:fldChar w:fldCharType="separate"/>
            </w:r>
            <w:r w:rsidR="001271D5">
              <w:rPr>
                <w:noProof/>
                <w:color w:val="0070C0"/>
                <w:sz w:val="20"/>
                <w:szCs w:val="20"/>
              </w:rPr>
              <w:t>Specify Agency</w:t>
            </w:r>
            <w:r w:rsidR="001271D5">
              <w:rPr>
                <w:color w:val="0070C0"/>
                <w:sz w:val="20"/>
                <w:szCs w:val="20"/>
              </w:rPr>
              <w:fldChar w:fldCharType="end"/>
            </w:r>
          </w:p>
        </w:tc>
        <w:tc>
          <w:tcPr>
            <w:tcW w:w="233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27F914" w14:textId="590EEBA7" w:rsidR="005E79FC" w:rsidRPr="00544116" w:rsidRDefault="005E79FC" w:rsidP="00544116">
            <w:pPr>
              <w:spacing w:before="40" w:after="40"/>
              <w:rPr>
                <w:sz w:val="20"/>
                <w:szCs w:val="20"/>
              </w:rPr>
            </w:pPr>
            <w:r w:rsidRPr="00544116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44116">
              <w:rPr>
                <w:sz w:val="20"/>
                <w:szCs w:val="20"/>
              </w:rPr>
              <w:instrText xml:space="preserve"> FORMCHECKBOX </w:instrText>
            </w:r>
            <w:r w:rsidR="00635C62">
              <w:rPr>
                <w:sz w:val="20"/>
                <w:szCs w:val="20"/>
              </w:rPr>
            </w:r>
            <w:r w:rsidR="00635C62">
              <w:rPr>
                <w:sz w:val="20"/>
                <w:szCs w:val="20"/>
              </w:rPr>
              <w:fldChar w:fldCharType="separate"/>
            </w:r>
            <w:r w:rsidRPr="00544116">
              <w:rPr>
                <w:sz w:val="20"/>
                <w:szCs w:val="20"/>
              </w:rPr>
              <w:fldChar w:fldCharType="end"/>
            </w:r>
            <w:r w:rsidRPr="00544116">
              <w:rPr>
                <w:sz w:val="20"/>
                <w:szCs w:val="20"/>
              </w:rPr>
              <w:t xml:space="preserve"> </w:t>
            </w:r>
            <w:r w:rsidR="00090B17" w:rsidRPr="00544116">
              <w:rPr>
                <w:sz w:val="20"/>
                <w:szCs w:val="20"/>
              </w:rPr>
              <w:t>W</w:t>
            </w:r>
            <w:r w:rsidR="00544116" w:rsidRPr="00544116">
              <w:rPr>
                <w:sz w:val="20"/>
                <w:szCs w:val="20"/>
              </w:rPr>
              <w:t>B</w:t>
            </w:r>
            <w:r w:rsidR="001271D5">
              <w:rPr>
                <w:sz w:val="20"/>
                <w:szCs w:val="20"/>
              </w:rPr>
              <w:t xml:space="preserve"> </w:t>
            </w:r>
            <w:r w:rsidRPr="00544116">
              <w:rPr>
                <w:sz w:val="20"/>
                <w:szCs w:val="20"/>
              </w:rPr>
              <w:t>410</w:t>
            </w:r>
            <w:r w:rsidR="001271D5">
              <w:rPr>
                <w:sz w:val="20"/>
                <w:szCs w:val="20"/>
              </w:rPr>
              <w:t>A</w:t>
            </w:r>
            <w:r w:rsidRPr="00544116">
              <w:rPr>
                <w:sz w:val="20"/>
                <w:szCs w:val="20"/>
              </w:rPr>
              <w:t xml:space="preserve"> Franklin </w:t>
            </w:r>
            <w:r w:rsidR="001271D5">
              <w:rPr>
                <w:sz w:val="20"/>
                <w:szCs w:val="20"/>
              </w:rPr>
              <w:t>STE</w:t>
            </w:r>
            <w:r w:rsidRPr="00544116">
              <w:rPr>
                <w:sz w:val="20"/>
                <w:szCs w:val="20"/>
              </w:rPr>
              <w:t xml:space="preserve"> (</w:t>
            </w:r>
            <w:r w:rsidR="001271D5">
              <w:rPr>
                <w:sz w:val="20"/>
                <w:szCs w:val="20"/>
              </w:rPr>
              <w:t xml:space="preserve">Reserved for </w:t>
            </w:r>
            <w:r w:rsidRPr="00544116">
              <w:rPr>
                <w:sz w:val="20"/>
                <w:szCs w:val="20"/>
              </w:rPr>
              <w:t xml:space="preserve">OSEC) </w:t>
            </w:r>
            <w:r w:rsidRPr="00544116">
              <w:rPr>
                <w:i/>
                <w:iCs/>
                <w:sz w:val="20"/>
                <w:szCs w:val="20"/>
              </w:rPr>
              <w:t xml:space="preserve">– </w:t>
            </w:r>
            <w:r w:rsidR="00544116" w:rsidRPr="00544116">
              <w:rPr>
                <w:i/>
                <w:iCs/>
                <w:sz w:val="20"/>
                <w:szCs w:val="20"/>
              </w:rPr>
              <w:t>2</w:t>
            </w:r>
            <w:r w:rsidRPr="00544116">
              <w:rPr>
                <w:i/>
                <w:iCs/>
                <w:sz w:val="20"/>
                <w:szCs w:val="20"/>
              </w:rPr>
              <w:t xml:space="preserve"> monitor</w:t>
            </w:r>
            <w:r w:rsidR="00544116" w:rsidRPr="00544116">
              <w:rPr>
                <w:i/>
                <w:iCs/>
                <w:sz w:val="20"/>
                <w:szCs w:val="20"/>
              </w:rPr>
              <w:t>s</w:t>
            </w:r>
          </w:p>
        </w:tc>
        <w:tc>
          <w:tcPr>
            <w:tcW w:w="108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8B64F5" w14:textId="77777777" w:rsidR="005E79FC" w:rsidRPr="00E67EAB" w:rsidRDefault="005E79FC" w:rsidP="005E79FC">
            <w:pPr>
              <w:spacing w:before="40" w:after="40"/>
              <w:rPr>
                <w:sz w:val="20"/>
                <w:szCs w:val="20"/>
                <w:highlight w:val="black"/>
              </w:rPr>
            </w:pPr>
          </w:p>
        </w:tc>
      </w:tr>
      <w:tr w:rsidR="00A011C5" w:rsidRPr="003C6065" w14:paraId="03E49DA9" w14:textId="77777777" w:rsidTr="005B3026">
        <w:trPr>
          <w:cantSplit/>
          <w:tblHeader/>
        </w:trPr>
        <w:tc>
          <w:tcPr>
            <w:tcW w:w="158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192654" w14:textId="77777777" w:rsidR="00A011C5" w:rsidRPr="00544116" w:rsidRDefault="00A011C5" w:rsidP="005E79FC">
            <w:pPr>
              <w:spacing w:before="40" w:after="40"/>
              <w:ind w:left="720"/>
              <w:rPr>
                <w:sz w:val="20"/>
                <w:szCs w:val="20"/>
              </w:rPr>
            </w:pPr>
          </w:p>
        </w:tc>
        <w:tc>
          <w:tcPr>
            <w:tcW w:w="233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E031D7" w14:textId="5518F268" w:rsidR="00A011C5" w:rsidRPr="00544116" w:rsidRDefault="00544116" w:rsidP="00544116">
            <w:pPr>
              <w:spacing w:before="40" w:after="40"/>
              <w:rPr>
                <w:sz w:val="20"/>
                <w:szCs w:val="20"/>
              </w:rPr>
            </w:pPr>
            <w:r w:rsidRPr="00544116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44116">
              <w:rPr>
                <w:sz w:val="20"/>
                <w:szCs w:val="20"/>
              </w:rPr>
              <w:instrText xml:space="preserve"> FORMCHECKBOX </w:instrText>
            </w:r>
            <w:r w:rsidR="00635C62">
              <w:rPr>
                <w:sz w:val="20"/>
                <w:szCs w:val="20"/>
              </w:rPr>
            </w:r>
            <w:r w:rsidR="00635C62">
              <w:rPr>
                <w:sz w:val="20"/>
                <w:szCs w:val="20"/>
              </w:rPr>
              <w:fldChar w:fldCharType="separate"/>
            </w:r>
            <w:r w:rsidRPr="00544116">
              <w:rPr>
                <w:sz w:val="20"/>
                <w:szCs w:val="20"/>
              </w:rPr>
              <w:fldChar w:fldCharType="end"/>
            </w:r>
            <w:r w:rsidRPr="00544116">
              <w:rPr>
                <w:sz w:val="20"/>
                <w:szCs w:val="20"/>
              </w:rPr>
              <w:t xml:space="preserve"> WB </w:t>
            </w:r>
            <w:r w:rsidR="001271D5">
              <w:rPr>
                <w:sz w:val="20"/>
                <w:szCs w:val="20"/>
              </w:rPr>
              <w:t>3</w:t>
            </w:r>
            <w:r w:rsidRPr="00544116">
              <w:rPr>
                <w:sz w:val="20"/>
                <w:szCs w:val="20"/>
              </w:rPr>
              <w:t xml:space="preserve">09A Lincoln </w:t>
            </w:r>
            <w:r w:rsidR="001271D5">
              <w:rPr>
                <w:sz w:val="20"/>
                <w:szCs w:val="20"/>
              </w:rPr>
              <w:t>STE</w:t>
            </w:r>
            <w:r w:rsidRPr="00544116">
              <w:rPr>
                <w:sz w:val="20"/>
                <w:szCs w:val="20"/>
              </w:rPr>
              <w:t xml:space="preserve"> (</w:t>
            </w:r>
            <w:r w:rsidR="001271D5">
              <w:rPr>
                <w:sz w:val="20"/>
                <w:szCs w:val="20"/>
              </w:rPr>
              <w:t xml:space="preserve">Reserved for </w:t>
            </w:r>
            <w:r w:rsidRPr="00544116">
              <w:rPr>
                <w:sz w:val="20"/>
                <w:szCs w:val="20"/>
              </w:rPr>
              <w:t xml:space="preserve">OSEC) </w:t>
            </w:r>
            <w:r w:rsidRPr="00544116">
              <w:rPr>
                <w:i/>
                <w:iCs/>
                <w:sz w:val="20"/>
                <w:szCs w:val="20"/>
              </w:rPr>
              <w:t>– 1 monitor</w:t>
            </w:r>
          </w:p>
        </w:tc>
        <w:tc>
          <w:tcPr>
            <w:tcW w:w="108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E4F053" w14:textId="77777777" w:rsidR="00A011C5" w:rsidRPr="00E67EAB" w:rsidRDefault="00A011C5" w:rsidP="005E79FC">
            <w:pPr>
              <w:spacing w:before="40" w:after="40"/>
              <w:rPr>
                <w:sz w:val="20"/>
                <w:szCs w:val="20"/>
                <w:highlight w:val="black"/>
              </w:rPr>
            </w:pPr>
          </w:p>
        </w:tc>
      </w:tr>
    </w:tbl>
    <w:p w14:paraId="70B03515" w14:textId="7F286150" w:rsidR="00D07C26" w:rsidRPr="003C6065" w:rsidRDefault="00D07C26" w:rsidP="001F7CF3">
      <w:pPr>
        <w:pStyle w:val="Heading2"/>
      </w:pPr>
      <w:r w:rsidRPr="00BF04EA">
        <w:rPr>
          <w:b/>
        </w:rPr>
        <w:t>When</w:t>
      </w:r>
      <w:r w:rsidRPr="003C6065">
        <w:t xml:space="preserve"> should it be displayed?</w:t>
      </w:r>
    </w:p>
    <w:tbl>
      <w:tblPr>
        <w:tblStyle w:val="TableGrid"/>
        <w:tblW w:w="0" w:type="auto"/>
        <w:tblBorders>
          <w:top w:val="single" w:sz="4" w:space="0" w:color="026701"/>
          <w:left w:val="single" w:sz="4" w:space="0" w:color="026701"/>
          <w:bottom w:val="single" w:sz="4" w:space="0" w:color="026701"/>
          <w:right w:val="single" w:sz="4" w:space="0" w:color="026701"/>
          <w:insideH w:val="single" w:sz="4" w:space="0" w:color="026701"/>
          <w:insideV w:val="single" w:sz="4" w:space="0" w:color="026701"/>
        </w:tblBorders>
        <w:tblLook w:val="04A0" w:firstRow="1" w:lastRow="0" w:firstColumn="1" w:lastColumn="0" w:noHBand="0" w:noVBand="1"/>
        <w:tblCaption w:val="Time of Display Details Table "/>
        <w:tblDescription w:val="This table displays the dates and times for the begining and the end of when  the media will be displayed. "/>
      </w:tblPr>
      <w:tblGrid>
        <w:gridCol w:w="5394"/>
        <w:gridCol w:w="5396"/>
      </w:tblGrid>
      <w:tr w:rsidR="00EC4DCC" w:rsidRPr="00544116" w14:paraId="415AE662" w14:textId="77777777" w:rsidTr="009922D2">
        <w:trPr>
          <w:cantSplit/>
          <w:tblHeader/>
        </w:trPr>
        <w:tc>
          <w:tcPr>
            <w:tcW w:w="5394" w:type="dxa"/>
            <w:tcBorders>
              <w:right w:val="single" w:sz="4" w:space="0" w:color="026701"/>
            </w:tcBorders>
            <w:shd w:val="clear" w:color="auto" w:fill="026701"/>
          </w:tcPr>
          <w:p w14:paraId="32F156CC" w14:textId="25D20D4B" w:rsidR="00475D0F" w:rsidRPr="00544116" w:rsidRDefault="00475D0F" w:rsidP="00ED2149">
            <w:pPr>
              <w:tabs>
                <w:tab w:val="left" w:pos="1690"/>
              </w:tabs>
              <w:rPr>
                <w:b/>
                <w:color w:val="FFFFFF" w:themeColor="background1"/>
                <w:sz w:val="20"/>
                <w:szCs w:val="20"/>
              </w:rPr>
            </w:pPr>
            <w:r w:rsidRPr="00544116">
              <w:rPr>
                <w:b/>
                <w:color w:val="FFFFFF" w:themeColor="background1"/>
                <w:sz w:val="20"/>
                <w:szCs w:val="20"/>
              </w:rPr>
              <w:t>Start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t xml:space="preserve"> Date: 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bookmarkEnd w:id="13"/>
            <w:r w:rsidR="00ED2149">
              <w:rPr>
                <w:b/>
                <w:color w:val="FFFFFF" w:themeColor="background1"/>
                <w:sz w:val="20"/>
                <w:szCs w:val="20"/>
              </w:rPr>
              <w:tab/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t xml:space="preserve">Start Time: 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5396" w:type="dxa"/>
            <w:tcBorders>
              <w:top w:val="single" w:sz="4" w:space="0" w:color="FF0000"/>
              <w:left w:val="single" w:sz="4" w:space="0" w:color="026701"/>
              <w:bottom w:val="single" w:sz="4" w:space="0" w:color="FF0000"/>
              <w:right w:val="single" w:sz="4" w:space="0" w:color="FF0000"/>
            </w:tcBorders>
            <w:shd w:val="clear" w:color="auto" w:fill="FF0000"/>
          </w:tcPr>
          <w:p w14:paraId="6F9BA6CD" w14:textId="0A576CF2" w:rsidR="00475D0F" w:rsidRPr="00544116" w:rsidRDefault="00475D0F" w:rsidP="00ED2149">
            <w:pPr>
              <w:tabs>
                <w:tab w:val="left" w:pos="1680"/>
              </w:tabs>
              <w:rPr>
                <w:b/>
                <w:color w:val="FFFFFF" w:themeColor="background1"/>
                <w:sz w:val="20"/>
                <w:szCs w:val="20"/>
              </w:rPr>
            </w:pPr>
            <w:r w:rsidRPr="00544116">
              <w:rPr>
                <w:b/>
                <w:color w:val="FFFFFF" w:themeColor="background1"/>
                <w:sz w:val="20"/>
                <w:szCs w:val="20"/>
              </w:rPr>
              <w:t>Stop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t xml:space="preserve"> Date: 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bookmarkEnd w:id="15"/>
            <w:r w:rsidR="00ED2149">
              <w:rPr>
                <w:b/>
                <w:color w:val="FFFFFF" w:themeColor="background1"/>
                <w:sz w:val="20"/>
                <w:szCs w:val="20"/>
              </w:rPr>
              <w:tab/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t xml:space="preserve">Stop Time: 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="00EC4DCC" w:rsidRPr="00544116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3BF9299D" w14:textId="77777777" w:rsidR="00FA79A4" w:rsidRPr="00544116" w:rsidRDefault="00056A88" w:rsidP="00881B08">
      <w:pPr>
        <w:pStyle w:val="BodyText"/>
        <w:spacing w:before="120"/>
        <w:rPr>
          <w:i/>
          <w:color w:val="FF0000"/>
          <w:sz w:val="20"/>
          <w:szCs w:val="20"/>
        </w:rPr>
      </w:pPr>
      <w:r w:rsidRPr="00544116">
        <w:rPr>
          <w:i/>
          <w:color w:val="FF0000"/>
          <w:sz w:val="20"/>
          <w:szCs w:val="20"/>
        </w:rPr>
        <w:t>Note: All signage will be cance</w:t>
      </w:r>
      <w:r w:rsidR="00261F79" w:rsidRPr="00544116">
        <w:rPr>
          <w:i/>
          <w:color w:val="FF0000"/>
          <w:sz w:val="20"/>
          <w:szCs w:val="20"/>
        </w:rPr>
        <w:t>l</w:t>
      </w:r>
      <w:r w:rsidRPr="00544116">
        <w:rPr>
          <w:i/>
          <w:color w:val="FF0000"/>
          <w:sz w:val="20"/>
          <w:szCs w:val="20"/>
        </w:rPr>
        <w:t xml:space="preserve">ed automatically after 30 days unless </w:t>
      </w:r>
      <w:r w:rsidR="00AD29C7" w:rsidRPr="00544116">
        <w:rPr>
          <w:i/>
          <w:color w:val="FF0000"/>
          <w:sz w:val="20"/>
          <w:szCs w:val="20"/>
        </w:rPr>
        <w:t>the request</w:t>
      </w:r>
      <w:r w:rsidR="001147AF" w:rsidRPr="00544116">
        <w:rPr>
          <w:i/>
          <w:color w:val="FF0000"/>
          <w:sz w:val="20"/>
          <w:szCs w:val="20"/>
        </w:rPr>
        <w:t>e</w:t>
      </w:r>
      <w:r w:rsidR="00AD29C7" w:rsidRPr="00544116">
        <w:rPr>
          <w:i/>
          <w:color w:val="FF0000"/>
          <w:sz w:val="20"/>
          <w:szCs w:val="20"/>
        </w:rPr>
        <w:t>r</w:t>
      </w:r>
      <w:r w:rsidRPr="00544116">
        <w:rPr>
          <w:i/>
          <w:color w:val="FF0000"/>
          <w:sz w:val="20"/>
          <w:szCs w:val="20"/>
        </w:rPr>
        <w:t xml:space="preserve"> specifically request</w:t>
      </w:r>
      <w:r w:rsidR="00A32CEF" w:rsidRPr="00544116">
        <w:rPr>
          <w:i/>
          <w:color w:val="FF0000"/>
          <w:sz w:val="20"/>
          <w:szCs w:val="20"/>
        </w:rPr>
        <w:t>s</w:t>
      </w:r>
      <w:r w:rsidRPr="00544116">
        <w:rPr>
          <w:i/>
          <w:color w:val="FF0000"/>
          <w:sz w:val="20"/>
          <w:szCs w:val="20"/>
        </w:rPr>
        <w:t xml:space="preserve"> that it remain in place for a longer period.</w:t>
      </w:r>
    </w:p>
    <w:p w14:paraId="60BE3876" w14:textId="54B5982A" w:rsidR="00881B08" w:rsidRDefault="00984E73" w:rsidP="00881B08">
      <w:pPr>
        <w:pStyle w:val="Heading1"/>
      </w:pPr>
      <w:r w:rsidRPr="003C6065">
        <w:t>Authorization</w:t>
      </w:r>
    </w:p>
    <w:p w14:paraId="559B5B99" w14:textId="1E0EE976" w:rsidR="00EC4DCC" w:rsidRPr="00544116" w:rsidRDefault="00EC4DCC" w:rsidP="00EC4DCC">
      <w:pPr>
        <w:pStyle w:val="BodyText"/>
        <w:spacing w:after="0"/>
        <w:rPr>
          <w:sz w:val="20"/>
          <w:szCs w:val="20"/>
        </w:rPr>
      </w:pPr>
      <w:r w:rsidRPr="00544116">
        <w:rPr>
          <w:sz w:val="20"/>
          <w:szCs w:val="20"/>
        </w:rPr>
        <w:t>To be completed by POC</w:t>
      </w:r>
    </w:p>
    <w:tbl>
      <w:tblPr>
        <w:tblStyle w:val="TableGrid"/>
        <w:tblW w:w="0" w:type="auto"/>
        <w:tblBorders>
          <w:top w:val="single" w:sz="4" w:space="0" w:color="026701"/>
          <w:left w:val="single" w:sz="4" w:space="0" w:color="026701"/>
          <w:bottom w:val="single" w:sz="4" w:space="0" w:color="026701"/>
          <w:right w:val="single" w:sz="4" w:space="0" w:color="026701"/>
          <w:insideH w:val="single" w:sz="4" w:space="0" w:color="026701"/>
          <w:insideV w:val="single" w:sz="4" w:space="0" w:color="026701"/>
        </w:tblBorders>
        <w:tblLook w:val="04A0" w:firstRow="1" w:lastRow="0" w:firstColumn="1" w:lastColumn="0" w:noHBand="0" w:noVBand="1"/>
        <w:tblCaption w:val="Authorization Row"/>
        <w:tblDescription w:val="The table row lists a column for the POC name and the POC phone number. "/>
      </w:tblPr>
      <w:tblGrid>
        <w:gridCol w:w="5845"/>
        <w:gridCol w:w="4945"/>
      </w:tblGrid>
      <w:tr w:rsidR="00984E73" w:rsidRPr="00544116" w14:paraId="3357A344" w14:textId="77777777" w:rsidTr="00BB1E13">
        <w:trPr>
          <w:cantSplit/>
          <w:tblHeader/>
        </w:trPr>
        <w:tc>
          <w:tcPr>
            <w:tcW w:w="5845" w:type="dxa"/>
            <w:shd w:val="clear" w:color="auto" w:fill="auto"/>
          </w:tcPr>
          <w:p w14:paraId="2BB3BF52" w14:textId="77777777" w:rsidR="00984E73" w:rsidRPr="00544116" w:rsidRDefault="00AC44B7" w:rsidP="00AC44B7">
            <w:pPr>
              <w:rPr>
                <w:color w:val="FF0000"/>
                <w:sz w:val="20"/>
                <w:szCs w:val="20"/>
              </w:rPr>
            </w:pPr>
            <w:bookmarkStart w:id="17" w:name="_Hlk23243708"/>
            <w:r w:rsidRPr="00544116">
              <w:rPr>
                <w:sz w:val="20"/>
                <w:szCs w:val="20"/>
              </w:rPr>
              <w:t>POC Name:</w:t>
            </w:r>
            <w:r w:rsidRPr="00544116">
              <w:rPr>
                <w:color w:val="FF0000"/>
                <w:sz w:val="20"/>
                <w:szCs w:val="20"/>
              </w:rPr>
              <w:t xml:space="preserve"> </w:t>
            </w:r>
            <w:r w:rsidR="00856C31" w:rsidRPr="00544116">
              <w:rPr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 w:rsidR="00856C31" w:rsidRPr="00544116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856C31" w:rsidRPr="00544116">
              <w:rPr>
                <w:color w:val="FF0000"/>
                <w:sz w:val="20"/>
                <w:szCs w:val="20"/>
              </w:rPr>
            </w:r>
            <w:r w:rsidR="00856C31" w:rsidRPr="00544116">
              <w:rPr>
                <w:color w:val="FF0000"/>
                <w:sz w:val="20"/>
                <w:szCs w:val="20"/>
              </w:rPr>
              <w:fldChar w:fldCharType="separate"/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color w:val="FF0000"/>
                <w:sz w:val="20"/>
                <w:szCs w:val="20"/>
              </w:rPr>
              <w:fldChar w:fldCharType="end"/>
            </w:r>
            <w:bookmarkEnd w:id="17"/>
            <w:bookmarkEnd w:id="18"/>
          </w:p>
        </w:tc>
        <w:tc>
          <w:tcPr>
            <w:tcW w:w="4945" w:type="dxa"/>
            <w:shd w:val="clear" w:color="auto" w:fill="auto"/>
          </w:tcPr>
          <w:p w14:paraId="29BF84D5" w14:textId="77777777" w:rsidR="00984E73" w:rsidRPr="00544116" w:rsidRDefault="00AC44B7" w:rsidP="00AC44B7">
            <w:pPr>
              <w:rPr>
                <w:color w:val="FF0000"/>
                <w:sz w:val="20"/>
                <w:szCs w:val="20"/>
              </w:rPr>
            </w:pPr>
            <w:r w:rsidRPr="00544116">
              <w:rPr>
                <w:sz w:val="20"/>
                <w:szCs w:val="20"/>
              </w:rPr>
              <w:t>POC Phone Number:</w:t>
            </w:r>
            <w:r w:rsidRPr="00544116">
              <w:rPr>
                <w:color w:val="FF0000"/>
                <w:sz w:val="20"/>
                <w:szCs w:val="20"/>
              </w:rPr>
              <w:t xml:space="preserve"> </w:t>
            </w:r>
            <w:r w:rsidR="00856C31" w:rsidRPr="00544116">
              <w:rPr>
                <w:color w:val="FF0000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="00856C31" w:rsidRPr="00544116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856C31" w:rsidRPr="00544116">
              <w:rPr>
                <w:color w:val="FF0000"/>
                <w:sz w:val="20"/>
                <w:szCs w:val="20"/>
              </w:rPr>
            </w:r>
            <w:r w:rsidR="00856C31" w:rsidRPr="00544116">
              <w:rPr>
                <w:color w:val="FF0000"/>
                <w:sz w:val="20"/>
                <w:szCs w:val="20"/>
              </w:rPr>
              <w:fldChar w:fldCharType="separate"/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noProof/>
                <w:color w:val="FF0000"/>
                <w:sz w:val="20"/>
                <w:szCs w:val="20"/>
              </w:rPr>
              <w:t> </w:t>
            </w:r>
            <w:r w:rsidR="00856C31" w:rsidRPr="00544116">
              <w:rPr>
                <w:color w:val="FF0000"/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441F30E8" w14:textId="32DAABD8" w:rsidR="00FA79A4" w:rsidRPr="00544116" w:rsidRDefault="00FA79A4" w:rsidP="00BF04EA">
      <w:pPr>
        <w:pStyle w:val="BodyText"/>
        <w:spacing w:before="120" w:after="0"/>
        <w:rPr>
          <w:sz w:val="20"/>
          <w:szCs w:val="20"/>
        </w:rPr>
      </w:pPr>
      <w:r w:rsidRPr="00544116">
        <w:rPr>
          <w:sz w:val="20"/>
          <w:szCs w:val="20"/>
        </w:rPr>
        <w:t xml:space="preserve">POC should forward the completed form to the </w:t>
      </w:r>
      <w:hyperlink r:id="rId16" w:history="1">
        <w:r w:rsidRPr="00544116">
          <w:rPr>
            <w:rStyle w:val="Hyperlink"/>
            <w:sz w:val="20"/>
            <w:szCs w:val="20"/>
            <w:u w:val="none"/>
          </w:rPr>
          <w:t>Digital Signage Team</w:t>
        </w:r>
      </w:hyperlink>
      <w:r w:rsidRPr="00544116">
        <w:rPr>
          <w:sz w:val="20"/>
          <w:szCs w:val="20"/>
        </w:rPr>
        <w:t>.</w:t>
      </w:r>
    </w:p>
    <w:p w14:paraId="7BA41FE0" w14:textId="77777777" w:rsidR="00D07C26" w:rsidRPr="003C6065" w:rsidRDefault="00D07C26" w:rsidP="007913FA">
      <w:pPr>
        <w:pBdr>
          <w:bottom w:val="single" w:sz="18" w:space="1" w:color="FF0000"/>
        </w:pBdr>
      </w:pPr>
    </w:p>
    <w:sectPr w:rsidR="00D07C26" w:rsidRPr="003C6065" w:rsidSect="00D11358">
      <w:headerReference w:type="default" r:id="rId17"/>
      <w:footerReference w:type="default" r:id="rId18"/>
      <w:footerReference w:type="first" r:id="rId19"/>
      <w:pgSz w:w="12240" w:h="15840" w:code="1"/>
      <w:pgMar w:top="630" w:right="720" w:bottom="540" w:left="720" w:header="720" w:footer="365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C" wne:kcmSecondary="0042">
      <wne:acd wne:acdName="acd3"/>
    </wne:keymap>
    <wne:keymap wne:kcmPrimary="044C" wne:kcmSecondary="0050">
      <wne:acd wne:acdName="acd0"/>
    </wne:keymap>
    <wne:keymap wne:kcmPrimary="044E" wne:kcmSecondary="004C">
      <wne:acd wne:acdName="acd2"/>
    </wne:keymap>
    <wne:keymap wne:kcmPrimary="044E" wne:kcmSecondary="005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</wne:acdManifest>
  </wne:toolbars>
  <wne:acds>
    <wne:acd wne:argValue="AQAAALMA" wne:acdName="acd0" wne:fciIndexBasedOn="0065"/>
    <wne:acd wne:argValue="AgBOAHUAbQBiAGUAcgBlAGQAIABQAGEAcgBhAGcAcgBhAHAAaAA=" wne:acdName="acd1" wne:fciIndexBasedOn="0065"/>
    <wne:acd wne:argValue="AQAAADEA" wne:acdName="acd2" wne:fciIndexBasedOn="0065"/>
    <wne:acd wne:argValue="AQAAADYA" wne:acdName="acd3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0D293" w14:textId="77777777" w:rsidR="00976998" w:rsidRDefault="00976998" w:rsidP="00E153AF">
      <w:r>
        <w:separator/>
      </w:r>
    </w:p>
  </w:endnote>
  <w:endnote w:type="continuationSeparator" w:id="0">
    <w:p w14:paraId="3F2CC5BB" w14:textId="77777777" w:rsidR="00976998" w:rsidRDefault="00976998" w:rsidP="00E1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A325E" w14:textId="04F53052" w:rsidR="00B45F7C" w:rsidRPr="00DA65D8" w:rsidRDefault="00B45F7C" w:rsidP="00363308">
    <w:pPr>
      <w:pStyle w:val="Footer"/>
      <w:pBdr>
        <w:top w:val="single" w:sz="8" w:space="2" w:color="auto"/>
      </w:pBdr>
      <w:tabs>
        <w:tab w:val="clear" w:pos="4680"/>
        <w:tab w:val="clear" w:pos="9360"/>
        <w:tab w:val="center" w:pos="5040"/>
        <w:tab w:val="right" w:pos="10080"/>
      </w:tabs>
    </w:pPr>
    <w:r>
      <w:t>Client Experience Center CEC)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11FF4">
      <w:rPr>
        <w:noProof/>
      </w:rPr>
      <w:t>2</w:t>
    </w:r>
    <w:r>
      <w:rPr>
        <w:noProof/>
      </w:rPr>
      <w:fldChar w:fldCharType="end"/>
    </w:r>
    <w:r>
      <w:tab/>
      <w:t xml:space="preserve">Last revised </w:t>
    </w:r>
    <w:r>
      <w:fldChar w:fldCharType="begin"/>
    </w:r>
    <w:r>
      <w:instrText xml:space="preserve"> SAVEDATE  \@ "M/d/yyyy h:mm am/pm"  \* MERGEFORMAT </w:instrText>
    </w:r>
    <w:r>
      <w:fldChar w:fldCharType="separate"/>
    </w:r>
    <w:r w:rsidR="00A67FF0">
      <w:rPr>
        <w:noProof/>
      </w:rPr>
      <w:t>5/28/2020 1:09 PM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784D5" w14:textId="1EF1991F" w:rsidR="000E3C4E" w:rsidRPr="00EC4DCC" w:rsidRDefault="00D11358" w:rsidP="00EC4DCC">
    <w:pPr>
      <w:pStyle w:val="Footer"/>
      <w:spacing w:line="168" w:lineRule="auto"/>
      <w:jc w:val="right"/>
      <w:rPr>
        <w:sz w:val="18"/>
        <w:szCs w:val="18"/>
      </w:rPr>
    </w:pPr>
    <w:r w:rsidRPr="00EC4DCC">
      <w:rPr>
        <w:sz w:val="18"/>
        <w:szCs w:val="18"/>
        <w:vertAlign w:val="subscript"/>
      </w:rPr>
      <w:t xml:space="preserve">Form </w:t>
    </w:r>
    <w:r w:rsidR="00B37048">
      <w:rPr>
        <w:sz w:val="18"/>
        <w:szCs w:val="18"/>
        <w:vertAlign w:val="subscript"/>
      </w:rPr>
      <w:t>AD-</w:t>
    </w:r>
    <w:r w:rsidR="00EC4DCC" w:rsidRPr="00EC4DCC">
      <w:rPr>
        <w:sz w:val="18"/>
        <w:szCs w:val="18"/>
        <w:vertAlign w:val="subscript"/>
      </w:rPr>
      <w:t>3111</w:t>
    </w:r>
    <w:r w:rsidR="00EC4DCC">
      <w:rPr>
        <w:sz w:val="18"/>
        <w:szCs w:val="18"/>
        <w:vertAlign w:val="subscript"/>
      </w:rPr>
      <w:br/>
    </w:r>
    <w:r w:rsidR="00EC4DCC" w:rsidRPr="00EC4DCC">
      <w:rPr>
        <w:sz w:val="18"/>
        <w:szCs w:val="18"/>
        <w:vertAlign w:val="subscript"/>
      </w:rPr>
      <w:t>(</w:t>
    </w:r>
    <w:r w:rsidR="009F78B5">
      <w:rPr>
        <w:sz w:val="18"/>
        <w:szCs w:val="18"/>
        <w:vertAlign w:val="subscript"/>
      </w:rPr>
      <w:t xml:space="preserve">June </w:t>
    </w:r>
    <w:r w:rsidR="00544116">
      <w:rPr>
        <w:sz w:val="18"/>
        <w:szCs w:val="18"/>
        <w:vertAlign w:val="subscript"/>
      </w:rPr>
      <w:t>2020</w:t>
    </w:r>
    <w:r w:rsidR="00EC4DCC" w:rsidRPr="00EC4DCC">
      <w:rPr>
        <w:sz w:val="18"/>
        <w:szCs w:val="18"/>
        <w:vertAlign w:val="subscrip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E7F5D" w14:textId="77777777" w:rsidR="00976998" w:rsidRDefault="00976998" w:rsidP="00E153AF">
      <w:r>
        <w:separator/>
      </w:r>
    </w:p>
  </w:footnote>
  <w:footnote w:type="continuationSeparator" w:id="0">
    <w:p w14:paraId="0B516168" w14:textId="77777777" w:rsidR="00976998" w:rsidRDefault="00976998" w:rsidP="00E15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8AFE1" w14:textId="77777777" w:rsidR="00B45F7C" w:rsidRDefault="00B45F7C" w:rsidP="00C65847">
    <w:pPr>
      <w:pStyle w:val="Header"/>
      <w:pBdr>
        <w:bottom w:val="single" w:sz="4" w:space="1" w:color="auto"/>
      </w:pBdr>
      <w:tabs>
        <w:tab w:val="clear" w:pos="4680"/>
      </w:tabs>
    </w:pPr>
    <w:r>
      <w:t>United States Department of Agriculture</w:t>
    </w:r>
    <w:r>
      <w:tab/>
    </w:r>
    <w:sdt>
      <w:sdtPr>
        <w:rPr>
          <w:i/>
        </w:rPr>
        <w:alias w:val="Title"/>
        <w:tag w:val=""/>
        <w:id w:val="35168824"/>
        <w:placeholder>
          <w:docPart w:val="4E2BC3BBD5034FF3866E85351F2D218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i/>
          </w:rPr>
          <w:t>Digital Signage Request Form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pt;height:14.5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09B269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FEB8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2F0C1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1483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B3A4E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D843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6ABDA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AEB226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026701"/>
      </w:rPr>
    </w:lvl>
  </w:abstractNum>
  <w:abstractNum w:abstractNumId="8" w15:restartNumberingAfterBreak="0">
    <w:nsid w:val="FFFFFF88"/>
    <w:multiLevelType w:val="singleLevel"/>
    <w:tmpl w:val="5A06F29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28CA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9495A"/>
    <w:multiLevelType w:val="hybridMultilevel"/>
    <w:tmpl w:val="F77015D6"/>
    <w:lvl w:ilvl="0" w:tplc="F79256E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00481A"/>
    <w:multiLevelType w:val="hybridMultilevel"/>
    <w:tmpl w:val="CFD6E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CE6BCF"/>
    <w:multiLevelType w:val="hybridMultilevel"/>
    <w:tmpl w:val="4064C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3D036F"/>
    <w:multiLevelType w:val="hybridMultilevel"/>
    <w:tmpl w:val="6DD06524"/>
    <w:lvl w:ilvl="0" w:tplc="198EC6AC">
      <w:start w:val="1"/>
      <w:numFmt w:val="decimal"/>
      <w:lvlText w:val="%1."/>
      <w:lvlJc w:val="right"/>
      <w:pPr>
        <w:ind w:left="839" w:hanging="361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F5AA335A">
      <w:start w:val="1"/>
      <w:numFmt w:val="lowerLetter"/>
      <w:lvlText w:val="%2."/>
      <w:lvlJc w:val="left"/>
      <w:pPr>
        <w:ind w:left="155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6A2A449C">
      <w:numFmt w:val="bullet"/>
      <w:lvlText w:val="•"/>
      <w:lvlJc w:val="left"/>
      <w:pPr>
        <w:ind w:left="2451" w:hanging="360"/>
      </w:pPr>
      <w:rPr>
        <w:rFonts w:hint="default"/>
      </w:rPr>
    </w:lvl>
    <w:lvl w:ilvl="3" w:tplc="981878C8">
      <w:numFmt w:val="bullet"/>
      <w:lvlText w:val="•"/>
      <w:lvlJc w:val="left"/>
      <w:pPr>
        <w:ind w:left="3342" w:hanging="360"/>
      </w:pPr>
      <w:rPr>
        <w:rFonts w:hint="default"/>
      </w:rPr>
    </w:lvl>
    <w:lvl w:ilvl="4" w:tplc="1CF415A8"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4ACAB7A4">
      <w:numFmt w:val="bullet"/>
      <w:lvlText w:val="•"/>
      <w:lvlJc w:val="left"/>
      <w:pPr>
        <w:ind w:left="5124" w:hanging="360"/>
      </w:pPr>
      <w:rPr>
        <w:rFonts w:hint="default"/>
      </w:rPr>
    </w:lvl>
    <w:lvl w:ilvl="6" w:tplc="B29CB610"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0630C7BC">
      <w:numFmt w:val="bullet"/>
      <w:lvlText w:val="•"/>
      <w:lvlJc w:val="left"/>
      <w:pPr>
        <w:ind w:left="6906" w:hanging="360"/>
      </w:pPr>
      <w:rPr>
        <w:rFonts w:hint="default"/>
      </w:rPr>
    </w:lvl>
    <w:lvl w:ilvl="8" w:tplc="EDF0BA96"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4" w15:restartNumberingAfterBreak="0">
    <w:nsid w:val="06BF6B22"/>
    <w:multiLevelType w:val="hybridMultilevel"/>
    <w:tmpl w:val="98BAB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706F3B"/>
    <w:multiLevelType w:val="hybridMultilevel"/>
    <w:tmpl w:val="02FA6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C343EB"/>
    <w:multiLevelType w:val="hybridMultilevel"/>
    <w:tmpl w:val="AC68B4D2"/>
    <w:lvl w:ilvl="0" w:tplc="198EC6AC">
      <w:start w:val="1"/>
      <w:numFmt w:val="decimal"/>
      <w:lvlText w:val="%1."/>
      <w:lvlJc w:val="right"/>
      <w:pPr>
        <w:ind w:left="839" w:hanging="361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090015">
      <w:start w:val="1"/>
      <w:numFmt w:val="upperLetter"/>
      <w:lvlText w:val="%2."/>
      <w:lvlJc w:val="left"/>
      <w:pPr>
        <w:ind w:left="1559" w:hanging="360"/>
      </w:pPr>
      <w:rPr>
        <w:rFonts w:hint="default"/>
        <w:spacing w:val="-1"/>
        <w:w w:val="100"/>
        <w:sz w:val="22"/>
        <w:szCs w:val="22"/>
      </w:rPr>
    </w:lvl>
    <w:lvl w:ilvl="2" w:tplc="6A2A449C">
      <w:numFmt w:val="bullet"/>
      <w:lvlText w:val="•"/>
      <w:lvlJc w:val="left"/>
      <w:pPr>
        <w:ind w:left="2451" w:hanging="360"/>
      </w:pPr>
      <w:rPr>
        <w:rFonts w:hint="default"/>
      </w:rPr>
    </w:lvl>
    <w:lvl w:ilvl="3" w:tplc="981878C8">
      <w:numFmt w:val="bullet"/>
      <w:lvlText w:val="•"/>
      <w:lvlJc w:val="left"/>
      <w:pPr>
        <w:ind w:left="3342" w:hanging="360"/>
      </w:pPr>
      <w:rPr>
        <w:rFonts w:hint="default"/>
      </w:rPr>
    </w:lvl>
    <w:lvl w:ilvl="4" w:tplc="1CF415A8"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4ACAB7A4">
      <w:numFmt w:val="bullet"/>
      <w:lvlText w:val="•"/>
      <w:lvlJc w:val="left"/>
      <w:pPr>
        <w:ind w:left="5124" w:hanging="360"/>
      </w:pPr>
      <w:rPr>
        <w:rFonts w:hint="default"/>
      </w:rPr>
    </w:lvl>
    <w:lvl w:ilvl="6" w:tplc="B29CB610"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0630C7BC">
      <w:numFmt w:val="bullet"/>
      <w:lvlText w:val="•"/>
      <w:lvlJc w:val="left"/>
      <w:pPr>
        <w:ind w:left="6906" w:hanging="360"/>
      </w:pPr>
      <w:rPr>
        <w:rFonts w:hint="default"/>
      </w:rPr>
    </w:lvl>
    <w:lvl w:ilvl="8" w:tplc="EDF0BA96"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7" w15:restartNumberingAfterBreak="0">
    <w:nsid w:val="17E13526"/>
    <w:multiLevelType w:val="hybridMultilevel"/>
    <w:tmpl w:val="BB401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F38A2"/>
    <w:multiLevelType w:val="hybridMultilevel"/>
    <w:tmpl w:val="BB401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622CE7"/>
    <w:multiLevelType w:val="hybridMultilevel"/>
    <w:tmpl w:val="692C3978"/>
    <w:lvl w:ilvl="0" w:tplc="C17E87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color w:val="auto"/>
        <w:sz w:val="18"/>
        <w:szCs w:val="18"/>
      </w:rPr>
    </w:lvl>
    <w:lvl w:ilvl="1" w:tplc="32C28870">
      <w:start w:val="1"/>
      <w:numFmt w:val="bullet"/>
      <w:lvlText w:val="o"/>
      <w:lvlJc w:val="left"/>
      <w:pPr>
        <w:ind w:left="1500" w:hanging="360"/>
      </w:pPr>
      <w:rPr>
        <w:rFonts w:ascii="Symbol" w:hAnsi="Symbol" w:cs="Courier New" w:hint="default"/>
        <w:color w:val="auto"/>
        <w:sz w:val="18"/>
        <w:szCs w:val="18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C79058F6">
      <w:start w:val="1"/>
      <w:numFmt w:val="bullet"/>
      <w:lvlText w:val="o"/>
      <w:lvlJc w:val="left"/>
      <w:pPr>
        <w:ind w:left="2940" w:hanging="360"/>
      </w:pPr>
      <w:rPr>
        <w:rFonts w:ascii="Symbol" w:hAnsi="Symbol" w:cs="Courier New" w:hint="default"/>
        <w:color w:val="auto"/>
        <w:sz w:val="18"/>
        <w:szCs w:val="18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7812B84"/>
    <w:multiLevelType w:val="hybridMultilevel"/>
    <w:tmpl w:val="84D2EBEC"/>
    <w:lvl w:ilvl="0" w:tplc="5440A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D84A0B"/>
    <w:multiLevelType w:val="hybridMultilevel"/>
    <w:tmpl w:val="7C322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539B9"/>
    <w:multiLevelType w:val="hybridMultilevel"/>
    <w:tmpl w:val="71AC6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046AE"/>
    <w:multiLevelType w:val="hybridMultilevel"/>
    <w:tmpl w:val="8692F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B3DA0"/>
    <w:multiLevelType w:val="hybridMultilevel"/>
    <w:tmpl w:val="D7789DCC"/>
    <w:lvl w:ilvl="0" w:tplc="C17E87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color w:val="auto"/>
        <w:sz w:val="18"/>
        <w:szCs w:val="18"/>
      </w:rPr>
    </w:lvl>
    <w:lvl w:ilvl="1" w:tplc="B2C4BAC0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  <w:sz w:val="18"/>
        <w:szCs w:val="18"/>
      </w:rPr>
    </w:lvl>
    <w:lvl w:ilvl="2" w:tplc="14B47FFA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  <w:color w:val="0000FF"/>
        <w:sz w:val="18"/>
        <w:szCs w:val="18"/>
      </w:rPr>
    </w:lvl>
    <w:lvl w:ilvl="3" w:tplc="C79058F6">
      <w:start w:val="1"/>
      <w:numFmt w:val="bullet"/>
      <w:lvlText w:val="o"/>
      <w:lvlJc w:val="left"/>
      <w:pPr>
        <w:ind w:left="2940" w:hanging="360"/>
      </w:pPr>
      <w:rPr>
        <w:rFonts w:ascii="Symbol" w:hAnsi="Symbol" w:cs="Courier New" w:hint="default"/>
        <w:color w:val="auto"/>
        <w:sz w:val="18"/>
        <w:szCs w:val="18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85C4422"/>
    <w:multiLevelType w:val="hybridMultilevel"/>
    <w:tmpl w:val="06C03EB8"/>
    <w:lvl w:ilvl="0" w:tplc="198EC6AC">
      <w:start w:val="1"/>
      <w:numFmt w:val="decimal"/>
      <w:lvlText w:val="%1."/>
      <w:lvlJc w:val="right"/>
      <w:pPr>
        <w:ind w:left="839" w:hanging="361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090015">
      <w:start w:val="1"/>
      <w:numFmt w:val="upperLetter"/>
      <w:lvlText w:val="%2."/>
      <w:lvlJc w:val="left"/>
      <w:pPr>
        <w:ind w:left="1559" w:hanging="360"/>
      </w:pPr>
      <w:rPr>
        <w:rFonts w:hint="default"/>
        <w:spacing w:val="-1"/>
        <w:w w:val="100"/>
        <w:sz w:val="22"/>
        <w:szCs w:val="22"/>
      </w:rPr>
    </w:lvl>
    <w:lvl w:ilvl="2" w:tplc="6A2A449C">
      <w:numFmt w:val="bullet"/>
      <w:lvlText w:val="•"/>
      <w:lvlJc w:val="left"/>
      <w:pPr>
        <w:ind w:left="2451" w:hanging="360"/>
      </w:pPr>
      <w:rPr>
        <w:rFonts w:hint="default"/>
      </w:rPr>
    </w:lvl>
    <w:lvl w:ilvl="3" w:tplc="981878C8">
      <w:numFmt w:val="bullet"/>
      <w:lvlText w:val="•"/>
      <w:lvlJc w:val="left"/>
      <w:pPr>
        <w:ind w:left="3342" w:hanging="360"/>
      </w:pPr>
      <w:rPr>
        <w:rFonts w:hint="default"/>
      </w:rPr>
    </w:lvl>
    <w:lvl w:ilvl="4" w:tplc="1CF415A8"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4ACAB7A4">
      <w:numFmt w:val="bullet"/>
      <w:lvlText w:val="•"/>
      <w:lvlJc w:val="left"/>
      <w:pPr>
        <w:ind w:left="5124" w:hanging="360"/>
      </w:pPr>
      <w:rPr>
        <w:rFonts w:hint="default"/>
      </w:rPr>
    </w:lvl>
    <w:lvl w:ilvl="6" w:tplc="B29CB610"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0630C7BC">
      <w:numFmt w:val="bullet"/>
      <w:lvlText w:val="•"/>
      <w:lvlJc w:val="left"/>
      <w:pPr>
        <w:ind w:left="6906" w:hanging="360"/>
      </w:pPr>
      <w:rPr>
        <w:rFonts w:hint="default"/>
      </w:rPr>
    </w:lvl>
    <w:lvl w:ilvl="8" w:tplc="EDF0BA96"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26" w15:restartNumberingAfterBreak="0">
    <w:nsid w:val="4D767133"/>
    <w:multiLevelType w:val="hybridMultilevel"/>
    <w:tmpl w:val="07942D5E"/>
    <w:lvl w:ilvl="0" w:tplc="DA7096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366F2"/>
    <w:multiLevelType w:val="hybridMultilevel"/>
    <w:tmpl w:val="3D64A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D305C"/>
    <w:multiLevelType w:val="hybridMultilevel"/>
    <w:tmpl w:val="52DC1438"/>
    <w:lvl w:ilvl="0" w:tplc="0CE292C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2670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3996626"/>
    <w:multiLevelType w:val="hybridMultilevel"/>
    <w:tmpl w:val="52F4F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A4E4C"/>
    <w:multiLevelType w:val="hybridMultilevel"/>
    <w:tmpl w:val="CFD6E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D1ED6"/>
    <w:multiLevelType w:val="hybridMultilevel"/>
    <w:tmpl w:val="8692F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87991"/>
    <w:multiLevelType w:val="hybridMultilevel"/>
    <w:tmpl w:val="4AE46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82043"/>
    <w:multiLevelType w:val="hybridMultilevel"/>
    <w:tmpl w:val="F24A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E7FF0"/>
    <w:multiLevelType w:val="hybridMultilevel"/>
    <w:tmpl w:val="BCD6F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B20AF"/>
    <w:multiLevelType w:val="hybridMultilevel"/>
    <w:tmpl w:val="3B00C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0"/>
  </w:num>
  <w:num w:numId="13">
    <w:abstractNumId w:val="13"/>
  </w:num>
  <w:num w:numId="14">
    <w:abstractNumId w:val="25"/>
  </w:num>
  <w:num w:numId="15">
    <w:abstractNumId w:val="16"/>
  </w:num>
  <w:num w:numId="16">
    <w:abstractNumId w:val="26"/>
  </w:num>
  <w:num w:numId="17">
    <w:abstractNumId w:val="14"/>
  </w:num>
  <w:num w:numId="18">
    <w:abstractNumId w:val="15"/>
  </w:num>
  <w:num w:numId="19">
    <w:abstractNumId w:val="29"/>
  </w:num>
  <w:num w:numId="20">
    <w:abstractNumId w:val="35"/>
  </w:num>
  <w:num w:numId="21">
    <w:abstractNumId w:val="30"/>
  </w:num>
  <w:num w:numId="22">
    <w:abstractNumId w:val="32"/>
  </w:num>
  <w:num w:numId="23">
    <w:abstractNumId w:val="23"/>
  </w:num>
  <w:num w:numId="24">
    <w:abstractNumId w:val="17"/>
  </w:num>
  <w:num w:numId="25">
    <w:abstractNumId w:val="11"/>
  </w:num>
  <w:num w:numId="26">
    <w:abstractNumId w:val="18"/>
  </w:num>
  <w:num w:numId="27">
    <w:abstractNumId w:val="31"/>
  </w:num>
  <w:num w:numId="28">
    <w:abstractNumId w:val="20"/>
  </w:num>
  <w:num w:numId="29">
    <w:abstractNumId w:val="34"/>
  </w:num>
  <w:num w:numId="30">
    <w:abstractNumId w:val="27"/>
  </w:num>
  <w:num w:numId="31">
    <w:abstractNumId w:val="21"/>
  </w:num>
  <w:num w:numId="32">
    <w:abstractNumId w:val="24"/>
  </w:num>
  <w:num w:numId="33">
    <w:abstractNumId w:val="19"/>
  </w:num>
  <w:num w:numId="34">
    <w:abstractNumId w:val="12"/>
  </w:num>
  <w:num w:numId="35">
    <w:abstractNumId w:val="22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documentProtection w:edit="forms" w:enforcement="1" w:cryptProviderType="rsaAES" w:cryptAlgorithmClass="hash" w:cryptAlgorithmType="typeAny" w:cryptAlgorithmSid="14" w:cryptSpinCount="100000" w:hash="9E0ZgnNeNHTSFAiqthUmrly4RCOBuuA9a7qIolmfRFYLMMmZp3KbUw6ojsCMwNvTdEjKwhhD5iBU4fx0WLTUBw==" w:salt="D96Lmz91pW9/mr2/tJAwh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006"/>
    <w:rsid w:val="0001676C"/>
    <w:rsid w:val="000178F8"/>
    <w:rsid w:val="0002347C"/>
    <w:rsid w:val="00037FB1"/>
    <w:rsid w:val="00056A88"/>
    <w:rsid w:val="00060537"/>
    <w:rsid w:val="00060BA4"/>
    <w:rsid w:val="0007297F"/>
    <w:rsid w:val="00072A37"/>
    <w:rsid w:val="00082AEA"/>
    <w:rsid w:val="000861A4"/>
    <w:rsid w:val="0008745D"/>
    <w:rsid w:val="00090B17"/>
    <w:rsid w:val="000A4C28"/>
    <w:rsid w:val="000A5A3A"/>
    <w:rsid w:val="000A6798"/>
    <w:rsid w:val="000B386E"/>
    <w:rsid w:val="000E2E11"/>
    <w:rsid w:val="000E3C4E"/>
    <w:rsid w:val="000F51D5"/>
    <w:rsid w:val="000F6253"/>
    <w:rsid w:val="00103DE5"/>
    <w:rsid w:val="001052E8"/>
    <w:rsid w:val="00106BE4"/>
    <w:rsid w:val="001147AF"/>
    <w:rsid w:val="0011660F"/>
    <w:rsid w:val="00121087"/>
    <w:rsid w:val="001267B1"/>
    <w:rsid w:val="001271D5"/>
    <w:rsid w:val="0015671B"/>
    <w:rsid w:val="00161849"/>
    <w:rsid w:val="00163416"/>
    <w:rsid w:val="00163D04"/>
    <w:rsid w:val="00170A75"/>
    <w:rsid w:val="00184037"/>
    <w:rsid w:val="001C4BEB"/>
    <w:rsid w:val="001D492A"/>
    <w:rsid w:val="001D5B82"/>
    <w:rsid w:val="001F22E7"/>
    <w:rsid w:val="001F287F"/>
    <w:rsid w:val="001F7CF3"/>
    <w:rsid w:val="00203254"/>
    <w:rsid w:val="00211FF4"/>
    <w:rsid w:val="002176C1"/>
    <w:rsid w:val="002216BF"/>
    <w:rsid w:val="002249AD"/>
    <w:rsid w:val="00237E42"/>
    <w:rsid w:val="00244519"/>
    <w:rsid w:val="00257006"/>
    <w:rsid w:val="00261F79"/>
    <w:rsid w:val="00263884"/>
    <w:rsid w:val="00280319"/>
    <w:rsid w:val="00290CBA"/>
    <w:rsid w:val="00294FE1"/>
    <w:rsid w:val="002D2074"/>
    <w:rsid w:val="003005DE"/>
    <w:rsid w:val="00300848"/>
    <w:rsid w:val="00300BA0"/>
    <w:rsid w:val="00304D50"/>
    <w:rsid w:val="00310AD1"/>
    <w:rsid w:val="0031603E"/>
    <w:rsid w:val="00316641"/>
    <w:rsid w:val="00317C6D"/>
    <w:rsid w:val="00320678"/>
    <w:rsid w:val="00323D03"/>
    <w:rsid w:val="0032769A"/>
    <w:rsid w:val="00344280"/>
    <w:rsid w:val="00345DAF"/>
    <w:rsid w:val="00345EA5"/>
    <w:rsid w:val="00354656"/>
    <w:rsid w:val="003615E9"/>
    <w:rsid w:val="00362D0A"/>
    <w:rsid w:val="00363308"/>
    <w:rsid w:val="003653CB"/>
    <w:rsid w:val="003671A6"/>
    <w:rsid w:val="0037248C"/>
    <w:rsid w:val="00372E2B"/>
    <w:rsid w:val="00373FE2"/>
    <w:rsid w:val="00380F0F"/>
    <w:rsid w:val="003814A8"/>
    <w:rsid w:val="00391255"/>
    <w:rsid w:val="003A6A80"/>
    <w:rsid w:val="003B0987"/>
    <w:rsid w:val="003B6DBC"/>
    <w:rsid w:val="003B75D1"/>
    <w:rsid w:val="003C16DD"/>
    <w:rsid w:val="003C6065"/>
    <w:rsid w:val="003D4889"/>
    <w:rsid w:val="003F0F04"/>
    <w:rsid w:val="003F6BF1"/>
    <w:rsid w:val="0040172A"/>
    <w:rsid w:val="00406644"/>
    <w:rsid w:val="00417F37"/>
    <w:rsid w:val="004355F5"/>
    <w:rsid w:val="0044381C"/>
    <w:rsid w:val="00451A29"/>
    <w:rsid w:val="0046257C"/>
    <w:rsid w:val="00470062"/>
    <w:rsid w:val="00472F9F"/>
    <w:rsid w:val="00475D0F"/>
    <w:rsid w:val="0047786A"/>
    <w:rsid w:val="004836E6"/>
    <w:rsid w:val="00493E9C"/>
    <w:rsid w:val="00495603"/>
    <w:rsid w:val="00497352"/>
    <w:rsid w:val="004B756A"/>
    <w:rsid w:val="004D7779"/>
    <w:rsid w:val="004E2D3C"/>
    <w:rsid w:val="004F199E"/>
    <w:rsid w:val="004F7600"/>
    <w:rsid w:val="00516AB9"/>
    <w:rsid w:val="00524717"/>
    <w:rsid w:val="00541675"/>
    <w:rsid w:val="005430AD"/>
    <w:rsid w:val="00544116"/>
    <w:rsid w:val="005560B1"/>
    <w:rsid w:val="005579DC"/>
    <w:rsid w:val="00565951"/>
    <w:rsid w:val="00571587"/>
    <w:rsid w:val="00572AF0"/>
    <w:rsid w:val="00591B6C"/>
    <w:rsid w:val="00595DF3"/>
    <w:rsid w:val="005A133B"/>
    <w:rsid w:val="005B3026"/>
    <w:rsid w:val="005B5C02"/>
    <w:rsid w:val="005D385F"/>
    <w:rsid w:val="005E4EBD"/>
    <w:rsid w:val="005E5E58"/>
    <w:rsid w:val="005E72EB"/>
    <w:rsid w:val="005E79FC"/>
    <w:rsid w:val="005F40B7"/>
    <w:rsid w:val="0062113E"/>
    <w:rsid w:val="00633AC0"/>
    <w:rsid w:val="00635C62"/>
    <w:rsid w:val="0063733B"/>
    <w:rsid w:val="00660326"/>
    <w:rsid w:val="0066094F"/>
    <w:rsid w:val="00670631"/>
    <w:rsid w:val="006761FC"/>
    <w:rsid w:val="00682F51"/>
    <w:rsid w:val="0068322A"/>
    <w:rsid w:val="006857FC"/>
    <w:rsid w:val="00696E9F"/>
    <w:rsid w:val="006A513B"/>
    <w:rsid w:val="006B25D9"/>
    <w:rsid w:val="006D7EC8"/>
    <w:rsid w:val="006E675E"/>
    <w:rsid w:val="007038C7"/>
    <w:rsid w:val="00711BA0"/>
    <w:rsid w:val="0072113E"/>
    <w:rsid w:val="007224D1"/>
    <w:rsid w:val="00740BA2"/>
    <w:rsid w:val="00741711"/>
    <w:rsid w:val="0074306A"/>
    <w:rsid w:val="00743634"/>
    <w:rsid w:val="00747AAA"/>
    <w:rsid w:val="007535CE"/>
    <w:rsid w:val="0078456A"/>
    <w:rsid w:val="007913FA"/>
    <w:rsid w:val="00797967"/>
    <w:rsid w:val="007A0489"/>
    <w:rsid w:val="007A5252"/>
    <w:rsid w:val="007A5E2D"/>
    <w:rsid w:val="007A7200"/>
    <w:rsid w:val="007B2D65"/>
    <w:rsid w:val="007B4D69"/>
    <w:rsid w:val="007C469D"/>
    <w:rsid w:val="007D291E"/>
    <w:rsid w:val="007D576A"/>
    <w:rsid w:val="007E26CC"/>
    <w:rsid w:val="007E282E"/>
    <w:rsid w:val="007F30E0"/>
    <w:rsid w:val="00806604"/>
    <w:rsid w:val="008102CF"/>
    <w:rsid w:val="008202B1"/>
    <w:rsid w:val="0082358F"/>
    <w:rsid w:val="00856C31"/>
    <w:rsid w:val="0086241F"/>
    <w:rsid w:val="00881B08"/>
    <w:rsid w:val="008B18A1"/>
    <w:rsid w:val="008B5FF0"/>
    <w:rsid w:val="008D2870"/>
    <w:rsid w:val="008D6ACA"/>
    <w:rsid w:val="008E7CB5"/>
    <w:rsid w:val="008E7EDE"/>
    <w:rsid w:val="00911C11"/>
    <w:rsid w:val="0092119D"/>
    <w:rsid w:val="00925561"/>
    <w:rsid w:val="00925D15"/>
    <w:rsid w:val="0093275C"/>
    <w:rsid w:val="00936930"/>
    <w:rsid w:val="00941B6E"/>
    <w:rsid w:val="0095018F"/>
    <w:rsid w:val="009662BF"/>
    <w:rsid w:val="00976998"/>
    <w:rsid w:val="00984E73"/>
    <w:rsid w:val="009904E4"/>
    <w:rsid w:val="00990C35"/>
    <w:rsid w:val="009922D2"/>
    <w:rsid w:val="009A0699"/>
    <w:rsid w:val="009A649D"/>
    <w:rsid w:val="009C0645"/>
    <w:rsid w:val="009C2E27"/>
    <w:rsid w:val="009D1F35"/>
    <w:rsid w:val="009F78B5"/>
    <w:rsid w:val="00A00FBA"/>
    <w:rsid w:val="00A011C5"/>
    <w:rsid w:val="00A22798"/>
    <w:rsid w:val="00A27435"/>
    <w:rsid w:val="00A32CEF"/>
    <w:rsid w:val="00A32D61"/>
    <w:rsid w:val="00A43E51"/>
    <w:rsid w:val="00A47C03"/>
    <w:rsid w:val="00A60F8B"/>
    <w:rsid w:val="00A616E0"/>
    <w:rsid w:val="00A67FF0"/>
    <w:rsid w:val="00A72C41"/>
    <w:rsid w:val="00A75658"/>
    <w:rsid w:val="00A773D6"/>
    <w:rsid w:val="00A80BC5"/>
    <w:rsid w:val="00A8349C"/>
    <w:rsid w:val="00A93087"/>
    <w:rsid w:val="00A97FC0"/>
    <w:rsid w:val="00A97FDA"/>
    <w:rsid w:val="00AA09E8"/>
    <w:rsid w:val="00AA1CEE"/>
    <w:rsid w:val="00AA4B4A"/>
    <w:rsid w:val="00AA7C38"/>
    <w:rsid w:val="00AB147C"/>
    <w:rsid w:val="00AB1E40"/>
    <w:rsid w:val="00AC44B7"/>
    <w:rsid w:val="00AD29C7"/>
    <w:rsid w:val="00AE51C3"/>
    <w:rsid w:val="00AF1BCE"/>
    <w:rsid w:val="00AF4F89"/>
    <w:rsid w:val="00B043FA"/>
    <w:rsid w:val="00B05A85"/>
    <w:rsid w:val="00B06829"/>
    <w:rsid w:val="00B1672E"/>
    <w:rsid w:val="00B20A7A"/>
    <w:rsid w:val="00B24F3E"/>
    <w:rsid w:val="00B300BA"/>
    <w:rsid w:val="00B37048"/>
    <w:rsid w:val="00B45F7C"/>
    <w:rsid w:val="00B54157"/>
    <w:rsid w:val="00B60D94"/>
    <w:rsid w:val="00B6438D"/>
    <w:rsid w:val="00B64FBA"/>
    <w:rsid w:val="00B81E96"/>
    <w:rsid w:val="00B9148C"/>
    <w:rsid w:val="00BA31A6"/>
    <w:rsid w:val="00BB1E13"/>
    <w:rsid w:val="00BB5C7C"/>
    <w:rsid w:val="00BB6451"/>
    <w:rsid w:val="00BC0935"/>
    <w:rsid w:val="00BC4416"/>
    <w:rsid w:val="00BD3992"/>
    <w:rsid w:val="00BE561D"/>
    <w:rsid w:val="00BF04EA"/>
    <w:rsid w:val="00BF0672"/>
    <w:rsid w:val="00BF64E6"/>
    <w:rsid w:val="00C11D7D"/>
    <w:rsid w:val="00C13BD9"/>
    <w:rsid w:val="00C14AD2"/>
    <w:rsid w:val="00C232B6"/>
    <w:rsid w:val="00C261CE"/>
    <w:rsid w:val="00C30618"/>
    <w:rsid w:val="00C5361C"/>
    <w:rsid w:val="00C56F92"/>
    <w:rsid w:val="00C57049"/>
    <w:rsid w:val="00C65847"/>
    <w:rsid w:val="00C67F5F"/>
    <w:rsid w:val="00C70E9E"/>
    <w:rsid w:val="00C7307C"/>
    <w:rsid w:val="00C836F1"/>
    <w:rsid w:val="00C8673E"/>
    <w:rsid w:val="00CB130C"/>
    <w:rsid w:val="00CD4A52"/>
    <w:rsid w:val="00CE1581"/>
    <w:rsid w:val="00CE2198"/>
    <w:rsid w:val="00CE4638"/>
    <w:rsid w:val="00CF7973"/>
    <w:rsid w:val="00D023F3"/>
    <w:rsid w:val="00D06F48"/>
    <w:rsid w:val="00D07C26"/>
    <w:rsid w:val="00D10D05"/>
    <w:rsid w:val="00D11358"/>
    <w:rsid w:val="00D11BA6"/>
    <w:rsid w:val="00D21D0E"/>
    <w:rsid w:val="00D30185"/>
    <w:rsid w:val="00D328B8"/>
    <w:rsid w:val="00D56F13"/>
    <w:rsid w:val="00D60F89"/>
    <w:rsid w:val="00D70A98"/>
    <w:rsid w:val="00D717D9"/>
    <w:rsid w:val="00D76502"/>
    <w:rsid w:val="00D81CC9"/>
    <w:rsid w:val="00D82E71"/>
    <w:rsid w:val="00D84B68"/>
    <w:rsid w:val="00D917F2"/>
    <w:rsid w:val="00D91A05"/>
    <w:rsid w:val="00DA3CB3"/>
    <w:rsid w:val="00DA4004"/>
    <w:rsid w:val="00DA65D8"/>
    <w:rsid w:val="00DB698B"/>
    <w:rsid w:val="00DC3DB7"/>
    <w:rsid w:val="00DD20C1"/>
    <w:rsid w:val="00E00880"/>
    <w:rsid w:val="00E02344"/>
    <w:rsid w:val="00E0484A"/>
    <w:rsid w:val="00E126FF"/>
    <w:rsid w:val="00E13877"/>
    <w:rsid w:val="00E14F3F"/>
    <w:rsid w:val="00E153AF"/>
    <w:rsid w:val="00E20411"/>
    <w:rsid w:val="00E3073B"/>
    <w:rsid w:val="00E30E65"/>
    <w:rsid w:val="00E435D1"/>
    <w:rsid w:val="00E468D5"/>
    <w:rsid w:val="00E47516"/>
    <w:rsid w:val="00E61878"/>
    <w:rsid w:val="00E67EAB"/>
    <w:rsid w:val="00E81901"/>
    <w:rsid w:val="00E933FA"/>
    <w:rsid w:val="00E93738"/>
    <w:rsid w:val="00EA48F7"/>
    <w:rsid w:val="00EA4D9C"/>
    <w:rsid w:val="00EA7DED"/>
    <w:rsid w:val="00EB0210"/>
    <w:rsid w:val="00EB2713"/>
    <w:rsid w:val="00EC0E1A"/>
    <w:rsid w:val="00EC1176"/>
    <w:rsid w:val="00EC4DCC"/>
    <w:rsid w:val="00ED2149"/>
    <w:rsid w:val="00ED2B26"/>
    <w:rsid w:val="00EF74FB"/>
    <w:rsid w:val="00F04F07"/>
    <w:rsid w:val="00F32D08"/>
    <w:rsid w:val="00F46EB9"/>
    <w:rsid w:val="00F540AC"/>
    <w:rsid w:val="00F65BBE"/>
    <w:rsid w:val="00F93594"/>
    <w:rsid w:val="00FA04D4"/>
    <w:rsid w:val="00FA0CDA"/>
    <w:rsid w:val="00FA3240"/>
    <w:rsid w:val="00FA79A4"/>
    <w:rsid w:val="00FA7B1B"/>
    <w:rsid w:val="00FB59E2"/>
    <w:rsid w:val="00FC26DC"/>
    <w:rsid w:val="00FC4B28"/>
    <w:rsid w:val="00FD36DF"/>
    <w:rsid w:val="00FD5311"/>
    <w:rsid w:val="00FD63D6"/>
    <w:rsid w:val="00FE528B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303EAD"/>
  <w15:chartTrackingRefBased/>
  <w15:docId w15:val="{A790D327-3DD4-4BE7-B461-920597D4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3206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BodyText"/>
    <w:link w:val="Heading1Char"/>
    <w:autoRedefine/>
    <w:uiPriority w:val="9"/>
    <w:qFormat/>
    <w:rsid w:val="00881B08"/>
    <w:pPr>
      <w:keepNext/>
      <w:keepLines/>
      <w:spacing w:before="180" w:after="120"/>
      <w:outlineLvl w:val="0"/>
    </w:pPr>
    <w:rPr>
      <w:rFonts w:asciiTheme="majorHAnsi" w:eastAsiaTheme="majorEastAsia" w:hAnsiTheme="majorHAnsi" w:cstheme="majorBidi"/>
      <w:color w:val="026701"/>
      <w:sz w:val="40"/>
      <w:szCs w:val="40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F7CF3"/>
    <w:pPr>
      <w:keepNext/>
      <w:keepLines/>
      <w:spacing w:before="180" w:after="120"/>
      <w:outlineLvl w:val="1"/>
    </w:pPr>
    <w:rPr>
      <w:rFonts w:eastAsiaTheme="majorEastAsia" w:cstheme="majorBidi"/>
      <w:sz w:val="28"/>
      <w:szCs w:val="28"/>
    </w:rPr>
  </w:style>
  <w:style w:type="paragraph" w:styleId="Heading3">
    <w:name w:val="heading 3"/>
    <w:basedOn w:val="Normal"/>
    <w:next w:val="BodyText"/>
    <w:link w:val="Heading3Char"/>
    <w:autoRedefine/>
    <w:uiPriority w:val="9"/>
    <w:unhideWhenUsed/>
    <w:qFormat/>
    <w:rsid w:val="0031603E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color w:val="026701"/>
      <w:sz w:val="24"/>
      <w:szCs w:val="24"/>
    </w:rPr>
  </w:style>
  <w:style w:type="paragraph" w:styleId="Heading4">
    <w:name w:val="heading 4"/>
    <w:basedOn w:val="Normal"/>
    <w:next w:val="BodyText"/>
    <w:link w:val="Heading4Char"/>
    <w:autoRedefine/>
    <w:uiPriority w:val="9"/>
    <w:unhideWhenUsed/>
    <w:qFormat/>
    <w:rsid w:val="0031603E"/>
    <w:pPr>
      <w:keepNext/>
      <w:keepLines/>
      <w:spacing w:before="120" w:after="120"/>
      <w:outlineLvl w:val="3"/>
    </w:pPr>
    <w:rPr>
      <w:rFonts w:asciiTheme="majorHAnsi" w:eastAsiaTheme="majorEastAsia" w:hAnsiTheme="majorHAnsi" w:cstheme="majorBidi"/>
      <w:i/>
      <w:iCs/>
      <w:color w:val="026701"/>
    </w:rPr>
  </w:style>
  <w:style w:type="paragraph" w:styleId="Heading5">
    <w:name w:val="heading 5"/>
    <w:basedOn w:val="Normal"/>
    <w:next w:val="BodyText"/>
    <w:link w:val="Heading5Char"/>
    <w:autoRedefine/>
    <w:uiPriority w:val="9"/>
    <w:unhideWhenUsed/>
    <w:qFormat/>
    <w:rsid w:val="0031603E"/>
    <w:pPr>
      <w:keepNext/>
      <w:keepLines/>
      <w:spacing w:before="120" w:after="120"/>
      <w:outlineLvl w:val="4"/>
    </w:pPr>
    <w:rPr>
      <w:rFonts w:asciiTheme="majorHAnsi" w:eastAsiaTheme="majorEastAsia" w:hAnsiTheme="majorHAnsi" w:cstheme="majorBidi"/>
      <w:b/>
      <w:color w:val="02670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1603E"/>
    <w:rPr>
      <w:rFonts w:asciiTheme="majorHAnsi" w:eastAsiaTheme="majorEastAsia" w:hAnsiTheme="majorHAnsi" w:cstheme="majorBidi"/>
      <w:color w:val="02670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1603E"/>
    <w:rPr>
      <w:rFonts w:asciiTheme="majorHAnsi" w:eastAsiaTheme="majorEastAsia" w:hAnsiTheme="majorHAnsi" w:cstheme="majorBidi"/>
      <w:i/>
      <w:iCs/>
      <w:color w:val="026701"/>
    </w:rPr>
  </w:style>
  <w:style w:type="paragraph" w:styleId="BodyText">
    <w:name w:val="Body Text"/>
    <w:basedOn w:val="Normal"/>
    <w:link w:val="BodyTextChar"/>
    <w:uiPriority w:val="1"/>
    <w:unhideWhenUsed/>
    <w:qFormat/>
    <w:rsid w:val="00FF78B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FF78BC"/>
    <w:rPr>
      <w:rFonts w:ascii="Calibri" w:eastAsia="Calibri" w:hAnsi="Calibri" w:cs="Calibri"/>
    </w:rPr>
  </w:style>
  <w:style w:type="paragraph" w:styleId="ListBullet">
    <w:name w:val="List Bullet"/>
    <w:basedOn w:val="Normal"/>
    <w:uiPriority w:val="99"/>
    <w:unhideWhenUsed/>
    <w:rsid w:val="003A6A80"/>
    <w:pPr>
      <w:numPr>
        <w:numId w:val="1"/>
      </w:numPr>
      <w:contextualSpacing/>
    </w:pPr>
  </w:style>
  <w:style w:type="paragraph" w:styleId="ListNumber">
    <w:name w:val="List Number"/>
    <w:basedOn w:val="Normal"/>
    <w:autoRedefine/>
    <w:uiPriority w:val="99"/>
    <w:unhideWhenUsed/>
    <w:qFormat/>
    <w:rsid w:val="00670631"/>
    <w:pPr>
      <w:numPr>
        <w:numId w:val="6"/>
      </w:numPr>
      <w:tabs>
        <w:tab w:val="clear" w:pos="360"/>
      </w:tabs>
      <w:ind w:left="270" w:hanging="270"/>
      <w:contextualSpacing/>
    </w:pPr>
  </w:style>
  <w:style w:type="paragraph" w:styleId="ListBullet2">
    <w:name w:val="List Bullet 2"/>
    <w:basedOn w:val="Normal"/>
    <w:autoRedefine/>
    <w:uiPriority w:val="99"/>
    <w:unhideWhenUsed/>
    <w:qFormat/>
    <w:rsid w:val="002216BF"/>
    <w:pPr>
      <w:numPr>
        <w:numId w:val="2"/>
      </w:numPr>
      <w:ind w:left="187" w:hanging="187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81B08"/>
    <w:rPr>
      <w:rFonts w:asciiTheme="majorHAnsi" w:eastAsiaTheme="majorEastAsia" w:hAnsiTheme="majorHAnsi" w:cstheme="majorBidi"/>
      <w:color w:val="02670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F7CF3"/>
    <w:rPr>
      <w:rFonts w:ascii="Calibri" w:eastAsiaTheme="majorEastAsia" w:hAnsi="Calibri" w:cstheme="majorBidi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1603E"/>
    <w:rPr>
      <w:rFonts w:asciiTheme="majorHAnsi" w:eastAsiaTheme="majorEastAsia" w:hAnsiTheme="majorHAnsi" w:cstheme="majorBidi"/>
      <w:b/>
      <w:color w:val="026701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0682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6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30185"/>
    <w:pPr>
      <w:numPr>
        <w:numId w:val="11"/>
      </w:numPr>
      <w:spacing w:after="120"/>
      <w:ind w:left="187" w:hanging="187"/>
    </w:pPr>
  </w:style>
  <w:style w:type="paragraph" w:customStyle="1" w:styleId="NumberedParagraph">
    <w:name w:val="Numbered Paragraph"/>
    <w:basedOn w:val="BodyText"/>
    <w:autoRedefine/>
    <w:qFormat/>
    <w:rsid w:val="002216BF"/>
    <w:pPr>
      <w:numPr>
        <w:numId w:val="12"/>
      </w:numPr>
      <w:ind w:left="274" w:hanging="2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73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3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153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53AF"/>
  </w:style>
  <w:style w:type="paragraph" w:styleId="Footer">
    <w:name w:val="footer"/>
    <w:basedOn w:val="Normal"/>
    <w:link w:val="FooterChar"/>
    <w:uiPriority w:val="99"/>
    <w:unhideWhenUsed/>
    <w:rsid w:val="00E153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53AF"/>
  </w:style>
  <w:style w:type="table" w:styleId="TableGrid">
    <w:name w:val="Table Grid"/>
    <w:basedOn w:val="TableNormal"/>
    <w:uiPriority w:val="39"/>
    <w:rsid w:val="003B0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00FBA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320678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B59E2"/>
    <w:rPr>
      <w:rFonts w:ascii="Calibri" w:eastAsia="Calibri" w:hAnsi="Calibri" w:cs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7C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7C38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7C38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52E8"/>
    <w:pPr>
      <w:widowControl/>
      <w:numPr>
        <w:ilvl w:val="1"/>
      </w:numPr>
      <w:autoSpaceDE/>
      <w:autoSpaceDN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52E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C26DC"/>
    <w:rPr>
      <w:color w:val="0563C1" w:themeColor="hyperlink"/>
      <w:u w:val="single"/>
    </w:rPr>
  </w:style>
  <w:style w:type="character" w:customStyle="1" w:styleId="spellingerror">
    <w:name w:val="spellingerror"/>
    <w:basedOn w:val="DefaultParagraphFont"/>
    <w:rsid w:val="00FC26DC"/>
  </w:style>
  <w:style w:type="character" w:customStyle="1" w:styleId="normaltextrun">
    <w:name w:val="normaltextrun"/>
    <w:basedOn w:val="DefaultParagraphFont"/>
    <w:rsid w:val="00FC26DC"/>
  </w:style>
  <w:style w:type="paragraph" w:customStyle="1" w:styleId="paragraph">
    <w:name w:val="paragraph"/>
    <w:basedOn w:val="Normal"/>
    <w:rsid w:val="00FC26D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FC26D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7C26"/>
    <w:rPr>
      <w:color w:val="808080"/>
      <w:shd w:val="clear" w:color="auto" w:fill="E6E6E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7786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7786A"/>
    <w:rPr>
      <w:rFonts w:ascii="Arial" w:eastAsia="Calibr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7786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7786A"/>
    <w:rPr>
      <w:rFonts w:ascii="Arial" w:eastAsia="Calibri" w:hAnsi="Arial" w:cs="Arial"/>
      <w:vanish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24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4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41F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41F"/>
    <w:rPr>
      <w:rFonts w:ascii="Calibri" w:eastAsia="Calibri" w:hAnsi="Calibri" w:cs="Calibr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F74FB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A48F7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57158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9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sdagcc.sharepoint.com/sites/cec/DSB/SitePages/POC.asp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2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hyperlink" Target="mailto:SM.OCIO.EMSCS.ServiceDesk@ocio.usda.gov?subject=Digital%20Signage%20Request" TargetMode="Externa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yperlink" Target="mailto:SM.OCIO.EMSCS.ServiceDesk@ocio.usda.gov?subject=Digital%20Signage%20Request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yperlink" Target="https://usdagcc.sharepoint.com/sites/cec/DSB/Shared%20Documents/Forms/AllItems.aspx?id=%2Fsites%2Fcec%2FDSB%2FShared%20Documents%2FDigital%5FSignage%5FSOP2%2Epdf&amp;parent=%2Fsites%2Fcec%2FDSB%2FShared%20Documents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Sessions\Documents\Custom%20Office%20Templates\kws_Style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2BC3BBD5034FF3866E85351F2D2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367FE-AF21-478C-ACE0-8947C8F02961}"/>
      </w:docPartPr>
      <w:docPartBody>
        <w:p w:rsidR="00820A99" w:rsidRDefault="00734A78">
          <w:r w:rsidRPr="00B4264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718"/>
    <w:rsid w:val="000132D3"/>
    <w:rsid w:val="00017718"/>
    <w:rsid w:val="00042DBD"/>
    <w:rsid w:val="000F3969"/>
    <w:rsid w:val="00100004"/>
    <w:rsid w:val="00102610"/>
    <w:rsid w:val="002031A7"/>
    <w:rsid w:val="0021042F"/>
    <w:rsid w:val="00222B74"/>
    <w:rsid w:val="00271673"/>
    <w:rsid w:val="002B4061"/>
    <w:rsid w:val="002C4BEE"/>
    <w:rsid w:val="00395056"/>
    <w:rsid w:val="0044478A"/>
    <w:rsid w:val="00476098"/>
    <w:rsid w:val="004B6F8D"/>
    <w:rsid w:val="004E7677"/>
    <w:rsid w:val="00556876"/>
    <w:rsid w:val="00684A77"/>
    <w:rsid w:val="006E0F2F"/>
    <w:rsid w:val="006F674D"/>
    <w:rsid w:val="00734A78"/>
    <w:rsid w:val="0077192B"/>
    <w:rsid w:val="007A1248"/>
    <w:rsid w:val="007D717A"/>
    <w:rsid w:val="007D73CD"/>
    <w:rsid w:val="007F6FB2"/>
    <w:rsid w:val="00820A99"/>
    <w:rsid w:val="00847EC0"/>
    <w:rsid w:val="0089302F"/>
    <w:rsid w:val="00963A6C"/>
    <w:rsid w:val="009676B0"/>
    <w:rsid w:val="0099796F"/>
    <w:rsid w:val="009B2DB9"/>
    <w:rsid w:val="009E4B11"/>
    <w:rsid w:val="009F44B1"/>
    <w:rsid w:val="00A440E0"/>
    <w:rsid w:val="00A92AF7"/>
    <w:rsid w:val="00B52845"/>
    <w:rsid w:val="00BF4E0D"/>
    <w:rsid w:val="00C05CB5"/>
    <w:rsid w:val="00CB3504"/>
    <w:rsid w:val="00CB764F"/>
    <w:rsid w:val="00CD7DE6"/>
    <w:rsid w:val="00D80C3F"/>
    <w:rsid w:val="00E85ED7"/>
    <w:rsid w:val="00F2792B"/>
    <w:rsid w:val="00F66EE0"/>
    <w:rsid w:val="00F72EEF"/>
    <w:rsid w:val="00FB0C12"/>
    <w:rsid w:val="00FE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478A"/>
    <w:rPr>
      <w:color w:val="808080"/>
    </w:rPr>
  </w:style>
  <w:style w:type="paragraph" w:customStyle="1" w:styleId="86BB6856250A4F66B71823FFB2CE6AAD">
    <w:name w:val="86BB6856250A4F66B71823FFB2CE6AAD"/>
    <w:rsid w:val="00734A78"/>
  </w:style>
  <w:style w:type="paragraph" w:customStyle="1" w:styleId="769C547CEC144B779BB5D38BB098F59D">
    <w:name w:val="769C547CEC144B779BB5D38BB098F59D"/>
    <w:rsid w:val="009E4B11"/>
  </w:style>
  <w:style w:type="paragraph" w:customStyle="1" w:styleId="762946CC8AB34163BDFECF089E0E54D8">
    <w:name w:val="762946CC8AB34163BDFECF089E0E54D8"/>
    <w:rsid w:val="009E4B11"/>
  </w:style>
  <w:style w:type="paragraph" w:customStyle="1" w:styleId="5351B88FE08940DFA91319549FEC6B44">
    <w:name w:val="5351B88FE08940DFA91319549FEC6B44"/>
    <w:rsid w:val="009E4B11"/>
  </w:style>
  <w:style w:type="paragraph" w:customStyle="1" w:styleId="FE1EF8D79E4A46B9809996EFC44730FD">
    <w:name w:val="FE1EF8D79E4A46B9809996EFC44730FD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">
    <w:name w:val="769C547CEC144B779BB5D38BB098F59D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">
    <w:name w:val="762946CC8AB34163BDFECF089E0E54D8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">
    <w:name w:val="5351B88FE08940DFA91319549FEC6B44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">
    <w:name w:val="6FE4AA2658A34B05904323B29D56BA63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">
    <w:name w:val="B3B65934BAD24C71872370C7DBBDF2B0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1">
    <w:name w:val="FE1EF8D79E4A46B9809996EFC44730FD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2">
    <w:name w:val="769C547CEC144B779BB5D38BB098F59D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2">
    <w:name w:val="762946CC8AB34163BDFECF089E0E54D8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2">
    <w:name w:val="5351B88FE08940DFA91319549FEC6B44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">
    <w:name w:val="6FE4AA2658A34B05904323B29D56BA631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">
    <w:name w:val="B3B65934BAD24C71872370C7DBBDF2B01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2">
    <w:name w:val="FE1EF8D79E4A46B9809996EFC44730FD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3">
    <w:name w:val="769C547CEC144B779BB5D38BB098F59D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3">
    <w:name w:val="762946CC8AB34163BDFECF089E0E54D8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3">
    <w:name w:val="5351B88FE08940DFA91319549FEC6B44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2">
    <w:name w:val="6FE4AA2658A34B05904323B29D56BA632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2">
    <w:name w:val="B3B65934BAD24C71872370C7DBBDF2B02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3">
    <w:name w:val="FE1EF8D79E4A46B9809996EFC44730FD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4">
    <w:name w:val="769C547CEC144B779BB5D38BB098F59D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4">
    <w:name w:val="762946CC8AB34163BDFECF089E0E54D8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4">
    <w:name w:val="5351B88FE08940DFA91319549FEC6B44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3">
    <w:name w:val="6FE4AA2658A34B05904323B29D56BA633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3">
    <w:name w:val="B3B65934BAD24C71872370C7DBBDF2B03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4">
    <w:name w:val="FE1EF8D79E4A46B9809996EFC44730FD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5">
    <w:name w:val="769C547CEC144B779BB5D38BB098F59D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5">
    <w:name w:val="762946CC8AB34163BDFECF089E0E54D8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5">
    <w:name w:val="5351B88FE08940DFA91319549FEC6B44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4">
    <w:name w:val="6FE4AA2658A34B05904323B29D56BA634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4">
    <w:name w:val="B3B65934BAD24C71872370C7DBBDF2B04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5">
    <w:name w:val="FE1EF8D79E4A46B9809996EFC44730FD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6">
    <w:name w:val="769C547CEC144B779BB5D38BB098F59D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6">
    <w:name w:val="762946CC8AB34163BDFECF089E0E54D8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6">
    <w:name w:val="5351B88FE08940DFA91319549FEC6B44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5">
    <w:name w:val="6FE4AA2658A34B05904323B29D56BA635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5">
    <w:name w:val="B3B65934BAD24C71872370C7DBBDF2B05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6">
    <w:name w:val="FE1EF8D79E4A46B9809996EFC44730FD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7">
    <w:name w:val="769C547CEC144B779BB5D38BB098F59D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7">
    <w:name w:val="762946CC8AB34163BDFECF089E0E54D8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7">
    <w:name w:val="5351B88FE08940DFA91319549FEC6B44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6">
    <w:name w:val="6FE4AA2658A34B05904323B29D56BA636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6">
    <w:name w:val="B3B65934BAD24C71872370C7DBBDF2B06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7">
    <w:name w:val="FE1EF8D79E4A46B9809996EFC44730FD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8">
    <w:name w:val="769C547CEC144B779BB5D38BB098F59D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8">
    <w:name w:val="762946CC8AB34163BDFECF089E0E54D8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8">
    <w:name w:val="5351B88FE08940DFA91319549FEC6B44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7">
    <w:name w:val="6FE4AA2658A34B05904323B29D56BA637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7">
    <w:name w:val="B3B65934BAD24C71872370C7DBBDF2B07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8">
    <w:name w:val="FE1EF8D79E4A46B9809996EFC44730FD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9">
    <w:name w:val="769C547CEC144B779BB5D38BB098F59D9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9">
    <w:name w:val="762946CC8AB34163BDFECF089E0E54D89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9">
    <w:name w:val="5351B88FE08940DFA91319549FEC6B449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8">
    <w:name w:val="6FE4AA2658A34B05904323B29D56BA638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8">
    <w:name w:val="B3B65934BAD24C71872370C7DBBDF2B08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9">
    <w:name w:val="FE1EF8D79E4A46B9809996EFC44730FD9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0">
    <w:name w:val="769C547CEC144B779BB5D38BB098F59D10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0">
    <w:name w:val="762946CC8AB34163BDFECF089E0E54D810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0">
    <w:name w:val="5351B88FE08940DFA91319549FEC6B4410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9">
    <w:name w:val="6FE4AA2658A34B05904323B29D56BA639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9">
    <w:name w:val="B3B65934BAD24C71872370C7DBBDF2B09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10">
    <w:name w:val="FE1EF8D79E4A46B9809996EFC44730FD10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1">
    <w:name w:val="769C547CEC144B779BB5D38BB098F59D1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1">
    <w:name w:val="762946CC8AB34163BDFECF089E0E54D81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1">
    <w:name w:val="5351B88FE08940DFA91319549FEC6B441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0">
    <w:name w:val="6FE4AA2658A34B05904323B29D56BA6310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0">
    <w:name w:val="B3B65934BAD24C71872370C7DBBDF2B010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11">
    <w:name w:val="FE1EF8D79E4A46B9809996EFC44730FD1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2">
    <w:name w:val="769C547CEC144B779BB5D38BB098F59D1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2">
    <w:name w:val="762946CC8AB34163BDFECF089E0E54D81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2">
    <w:name w:val="5351B88FE08940DFA91319549FEC6B441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1">
    <w:name w:val="6FE4AA2658A34B05904323B29D56BA6311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1">
    <w:name w:val="B3B65934BAD24C71872370C7DBBDF2B011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12">
    <w:name w:val="FE1EF8D79E4A46B9809996EFC44730FD1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3">
    <w:name w:val="769C547CEC144B779BB5D38BB098F59D1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3">
    <w:name w:val="762946CC8AB34163BDFECF089E0E54D81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3">
    <w:name w:val="5351B88FE08940DFA91319549FEC6B441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2">
    <w:name w:val="6FE4AA2658A34B05904323B29D56BA6312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2">
    <w:name w:val="B3B65934BAD24C71872370C7DBBDF2B012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13">
    <w:name w:val="FE1EF8D79E4A46B9809996EFC44730FD1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4">
    <w:name w:val="769C547CEC144B779BB5D38BB098F59D1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4">
    <w:name w:val="762946CC8AB34163BDFECF089E0E54D81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4">
    <w:name w:val="5351B88FE08940DFA91319549FEC6B441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3">
    <w:name w:val="6FE4AA2658A34B05904323B29D56BA6313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3">
    <w:name w:val="B3B65934BAD24C71872370C7DBBDF2B013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14">
    <w:name w:val="FE1EF8D79E4A46B9809996EFC44730FD1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5">
    <w:name w:val="769C547CEC144B779BB5D38BB098F59D1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5">
    <w:name w:val="762946CC8AB34163BDFECF089E0E54D81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5">
    <w:name w:val="5351B88FE08940DFA91319549FEC6B441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4">
    <w:name w:val="6FE4AA2658A34B05904323B29D56BA6314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4">
    <w:name w:val="B3B65934BAD24C71872370C7DBBDF2B014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1C720B4915DA45369E49ABB882EDB92F">
    <w:name w:val="1C720B4915DA45369E49ABB882EDB92F"/>
    <w:rsid w:val="009E4B11"/>
  </w:style>
  <w:style w:type="paragraph" w:customStyle="1" w:styleId="C09846A7F5B74858AD287791B6BA7892">
    <w:name w:val="C09846A7F5B74858AD287791B6BA7892"/>
    <w:rsid w:val="009E4B11"/>
  </w:style>
  <w:style w:type="paragraph" w:customStyle="1" w:styleId="4C84032EB6B34D3CA78A1C61978BBE0F">
    <w:name w:val="4C84032EB6B34D3CA78A1C61978BBE0F"/>
    <w:rsid w:val="009E4B11"/>
  </w:style>
  <w:style w:type="paragraph" w:customStyle="1" w:styleId="FE1EF8D79E4A46B9809996EFC44730FD15">
    <w:name w:val="FE1EF8D79E4A46B9809996EFC44730FD1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6">
    <w:name w:val="769C547CEC144B779BB5D38BB098F59D1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6">
    <w:name w:val="762946CC8AB34163BDFECF089E0E54D81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6">
    <w:name w:val="5351B88FE08940DFA91319549FEC6B441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">
    <w:name w:val="6A04B18AC634433EB07C587442BCA025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D1410E539A494F8B8A340EFD31113961">
    <w:name w:val="D1410E539A494F8B8A340EFD31113961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1C720B4915DA45369E49ABB882EDB92F1">
    <w:name w:val="1C720B4915DA45369E49ABB882EDB92F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0FB36AFE6D84E2A92A91EDFDE27FC28">
    <w:name w:val="10FB36AFE6D84E2A92A91EDFDE27FC2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5">
    <w:name w:val="6FE4AA2658A34B05904323B29D56BA6315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5">
    <w:name w:val="B3B65934BAD24C71872370C7DBBDF2B015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DE93379508BC45DA993B55FBA94CACEE">
    <w:name w:val="DE93379508BC45DA993B55FBA94CACEE"/>
    <w:rsid w:val="009E4B11"/>
  </w:style>
  <w:style w:type="paragraph" w:customStyle="1" w:styleId="B37599A0154245E4B6E39E386729C963">
    <w:name w:val="B37599A0154245E4B6E39E386729C963"/>
    <w:rsid w:val="009E4B11"/>
  </w:style>
  <w:style w:type="paragraph" w:customStyle="1" w:styleId="FE1EF8D79E4A46B9809996EFC44730FD16">
    <w:name w:val="FE1EF8D79E4A46B9809996EFC44730FD1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7">
    <w:name w:val="769C547CEC144B779BB5D38BB098F59D1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7">
    <w:name w:val="762946CC8AB34163BDFECF089E0E54D81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7">
    <w:name w:val="5351B88FE08940DFA91319549FEC6B441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1">
    <w:name w:val="6A04B18AC634433EB07C587442BCA0251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D1410E539A494F8B8A340EFD311139611">
    <w:name w:val="D1410E539A494F8B8A340EFD311139611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DE93379508BC45DA993B55FBA94CACEE1">
    <w:name w:val="DE93379508BC45DA993B55FBA94CACEE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B37599A0154245E4B6E39E386729C9631">
    <w:name w:val="B37599A0154245E4B6E39E386729C963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6">
    <w:name w:val="6FE4AA2658A34B05904323B29D56BA6316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6">
    <w:name w:val="B3B65934BAD24C71872370C7DBBDF2B016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156D0AD5A4CA495FAB077AF8718E0E8E">
    <w:name w:val="156D0AD5A4CA495FAB077AF8718E0E8E"/>
    <w:rsid w:val="009E4B11"/>
  </w:style>
  <w:style w:type="paragraph" w:customStyle="1" w:styleId="FE1EF8D79E4A46B9809996EFC44730FD17">
    <w:name w:val="FE1EF8D79E4A46B9809996EFC44730FD1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8">
    <w:name w:val="769C547CEC144B779BB5D38BB098F59D1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8">
    <w:name w:val="762946CC8AB34163BDFECF089E0E54D81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8">
    <w:name w:val="5351B88FE08940DFA91319549FEC6B441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56D0AD5A4CA495FAB077AF8718E0E8E1">
    <w:name w:val="156D0AD5A4CA495FAB077AF8718E0E8E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2">
    <w:name w:val="6A04B18AC634433EB07C587442BCA0252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7599A0154245E4B6E39E386729C9632">
    <w:name w:val="B37599A0154245E4B6E39E386729C963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7">
    <w:name w:val="6FE4AA2658A34B05904323B29D56BA6317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7">
    <w:name w:val="B3B65934BAD24C71872370C7DBBDF2B017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18">
    <w:name w:val="FE1EF8D79E4A46B9809996EFC44730FD1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19">
    <w:name w:val="769C547CEC144B779BB5D38BB098F59D19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19">
    <w:name w:val="762946CC8AB34163BDFECF089E0E54D819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19">
    <w:name w:val="5351B88FE08940DFA91319549FEC6B4419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56D0AD5A4CA495FAB077AF8718E0E8E2">
    <w:name w:val="156D0AD5A4CA495FAB077AF8718E0E8E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3">
    <w:name w:val="6A04B18AC634433EB07C587442BCA0253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7599A0154245E4B6E39E386729C9633">
    <w:name w:val="B37599A0154245E4B6E39E386729C963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8">
    <w:name w:val="6FE4AA2658A34B05904323B29D56BA6318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8">
    <w:name w:val="B3B65934BAD24C71872370C7DBBDF2B018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19">
    <w:name w:val="FE1EF8D79E4A46B9809996EFC44730FD19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20">
    <w:name w:val="769C547CEC144B779BB5D38BB098F59D20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20">
    <w:name w:val="762946CC8AB34163BDFECF089E0E54D820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20">
    <w:name w:val="5351B88FE08940DFA91319549FEC6B4420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56D0AD5A4CA495FAB077AF8718E0E8E3">
    <w:name w:val="156D0AD5A4CA495FAB077AF8718E0E8E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4">
    <w:name w:val="6A04B18AC634433EB07C587442BCA0254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7599A0154245E4B6E39E386729C9634">
    <w:name w:val="B37599A0154245E4B6E39E386729C963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19">
    <w:name w:val="6FE4AA2658A34B05904323B29D56BA6319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19">
    <w:name w:val="B3B65934BAD24C71872370C7DBBDF2B019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1EF8D79E4A46B9809996EFC44730FD20">
    <w:name w:val="FE1EF8D79E4A46B9809996EFC44730FD20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21">
    <w:name w:val="769C547CEC144B779BB5D38BB098F59D2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21">
    <w:name w:val="762946CC8AB34163BDFECF089E0E54D82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21">
    <w:name w:val="5351B88FE08940DFA91319549FEC6B442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56D0AD5A4CA495FAB077AF8718E0E8E4">
    <w:name w:val="156D0AD5A4CA495FAB077AF8718E0E8E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5">
    <w:name w:val="6A04B18AC634433EB07C587442BCA0255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7599A0154245E4B6E39E386729C9635">
    <w:name w:val="B37599A0154245E4B6E39E386729C963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FE4AA2658A34B05904323B29D56BA6320">
    <w:name w:val="6FE4AA2658A34B05904323B29D56BA6320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B65934BAD24C71872370C7DBBDF2B020">
    <w:name w:val="B3B65934BAD24C71872370C7DBBDF2B020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45F6738B7F6A488D852F1B5DEEF45D2B">
    <w:name w:val="45F6738B7F6A488D852F1B5DEEF45D2B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C2C6D4CAE2E0466BB0D5444C532F259D">
    <w:name w:val="C2C6D4CAE2E0466BB0D5444C532F259D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59B529C5FA54B4E8B6456F8DC7ECFCE">
    <w:name w:val="759B529C5FA54B4E8B6456F8DC7ECFCE"/>
    <w:rsid w:val="009E4B11"/>
  </w:style>
  <w:style w:type="paragraph" w:customStyle="1" w:styleId="BBF79A8386D846049856C8B50A7C93FC">
    <w:name w:val="BBF79A8386D846049856C8B50A7C93FC"/>
    <w:rsid w:val="009E4B11"/>
  </w:style>
  <w:style w:type="paragraph" w:customStyle="1" w:styleId="FE1EF8D79E4A46B9809996EFC44730FD21">
    <w:name w:val="FE1EF8D79E4A46B9809996EFC44730FD2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22">
    <w:name w:val="769C547CEC144B779BB5D38BB098F59D2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22">
    <w:name w:val="762946CC8AB34163BDFECF089E0E54D82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22">
    <w:name w:val="5351B88FE08940DFA91319549FEC6B442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56D0AD5A4CA495FAB077AF8718E0E8E5">
    <w:name w:val="156D0AD5A4CA495FAB077AF8718E0E8E5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6">
    <w:name w:val="6A04B18AC634433EB07C587442BCA0256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7599A0154245E4B6E39E386729C9636">
    <w:name w:val="B37599A0154245E4B6E39E386729C963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45F6738B7F6A488D852F1B5DEEF45D2B1">
    <w:name w:val="45F6738B7F6A488D852F1B5DEEF45D2B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C2C6D4CAE2E0466BB0D5444C532F259D1">
    <w:name w:val="C2C6D4CAE2E0466BB0D5444C532F259D1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FE1EF8D79E4A46B9809996EFC44730FD22">
    <w:name w:val="FE1EF8D79E4A46B9809996EFC44730FD2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23">
    <w:name w:val="769C547CEC144B779BB5D38BB098F59D2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23">
    <w:name w:val="762946CC8AB34163BDFECF089E0E54D82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23">
    <w:name w:val="5351B88FE08940DFA91319549FEC6B442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56D0AD5A4CA495FAB077AF8718E0E8E6">
    <w:name w:val="156D0AD5A4CA495FAB077AF8718E0E8E6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7">
    <w:name w:val="6A04B18AC634433EB07C587442BCA0257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7599A0154245E4B6E39E386729C9637">
    <w:name w:val="B37599A0154245E4B6E39E386729C963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45F6738B7F6A488D852F1B5DEEF45D2B2">
    <w:name w:val="45F6738B7F6A488D852F1B5DEEF45D2B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C2C6D4CAE2E0466BB0D5444C532F259D2">
    <w:name w:val="C2C6D4CAE2E0466BB0D5444C532F259D2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FE1EF8D79E4A46B9809996EFC44730FD23">
    <w:name w:val="FE1EF8D79E4A46B9809996EFC44730FD2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24">
    <w:name w:val="769C547CEC144B779BB5D38BB098F59D2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24">
    <w:name w:val="762946CC8AB34163BDFECF089E0E54D82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24">
    <w:name w:val="5351B88FE08940DFA91319549FEC6B4424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56D0AD5A4CA495FAB077AF8718E0E8E7">
    <w:name w:val="156D0AD5A4CA495FAB077AF8718E0E8E7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8">
    <w:name w:val="6A04B18AC634433EB07C587442BCA0258"/>
    <w:rsid w:val="009E4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7599A0154245E4B6E39E386729C9638">
    <w:name w:val="B37599A0154245E4B6E39E386729C9638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45F6738B7F6A488D852F1B5DEEF45D2B3">
    <w:name w:val="45F6738B7F6A488D852F1B5DEEF45D2B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C2C6D4CAE2E0466BB0D5444C532F259D3">
    <w:name w:val="C2C6D4CAE2E0466BB0D5444C532F259D3"/>
    <w:rsid w:val="009E4B11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FE1EF8D79E4A46B9809996EFC44730FD24">
    <w:name w:val="FE1EF8D79E4A46B9809996EFC44730FD24"/>
    <w:rsid w:val="00963A6C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9C547CEC144B779BB5D38BB098F59D25">
    <w:name w:val="769C547CEC144B779BB5D38BB098F59D25"/>
    <w:rsid w:val="00963A6C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62946CC8AB34163BDFECF089E0E54D825">
    <w:name w:val="762946CC8AB34163BDFECF089E0E54D825"/>
    <w:rsid w:val="00963A6C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351B88FE08940DFA91319549FEC6B4425">
    <w:name w:val="5351B88FE08940DFA91319549FEC6B4425"/>
    <w:rsid w:val="00963A6C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56D0AD5A4CA495FAB077AF8718E0E8E8">
    <w:name w:val="156D0AD5A4CA495FAB077AF8718E0E8E8"/>
    <w:rsid w:val="00963A6C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6A04B18AC634433EB07C587442BCA0259">
    <w:name w:val="6A04B18AC634433EB07C587442BCA0259"/>
    <w:rsid w:val="00963A6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B37599A0154245E4B6E39E386729C9639">
    <w:name w:val="B37599A0154245E4B6E39E386729C9639"/>
    <w:rsid w:val="00963A6C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329893BE3314ED08B0E50493B24764A">
    <w:name w:val="1329893BE3314ED08B0E50493B24764A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10C8C71D6374886B1E9FD517A29FF92">
    <w:name w:val="510C8C71D6374886B1E9FD517A29FF92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003064BBD7A946CD86ABB782D8DC943C">
    <w:name w:val="003064BBD7A946CD86ABB782D8DC943C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5EA15088189481FB9B178A0EDFBBA73">
    <w:name w:val="75EA15088189481FB9B178A0EDFBBA7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DD7CD83E7D6A4260973F97ACBE4F90B7">
    <w:name w:val="DD7CD83E7D6A4260973F97ACBE4F90B7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90A019092B7F4A6DB7FC5FD28C120C75">
    <w:name w:val="90A019092B7F4A6DB7FC5FD28C120C75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F3EA0E9C05BC4D2F852266BFDECB5998">
    <w:name w:val="F3EA0E9C05BC4D2F852266BFDECB5998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C545446BB6B647DFBB6116F842C8A4F6">
    <w:name w:val="C545446BB6B647DFBB6116F842C8A4F6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41A61374DF164BFBA2F3C9395B5ABEBA">
    <w:name w:val="41A61374DF164BFBA2F3C9395B5ABEBA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713291275F49FCB5FBD2D27FFE96BA">
    <w:name w:val="FE713291275F49FCB5FBD2D27FFE96BA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8EFE142090F74F879A9792962E4A16B4">
    <w:name w:val="8EFE142090F74F879A9792962E4A16B4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854ABA0C97944FD7AB092854D63D1CB3">
    <w:name w:val="854ABA0C97944FD7AB092854D63D1CB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329893BE3314ED08B0E50493B24764A1">
    <w:name w:val="1329893BE3314ED08B0E50493B24764A1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10C8C71D6374886B1E9FD517A29FF921">
    <w:name w:val="510C8C71D6374886B1E9FD517A29FF921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003064BBD7A946CD86ABB782D8DC943C1">
    <w:name w:val="003064BBD7A946CD86ABB782D8DC943C1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5EA15088189481FB9B178A0EDFBBA731">
    <w:name w:val="75EA15088189481FB9B178A0EDFBBA731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DD7CD83E7D6A4260973F97ACBE4F90B71">
    <w:name w:val="DD7CD83E7D6A4260973F97ACBE4F90B71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90A019092B7F4A6DB7FC5FD28C120C751">
    <w:name w:val="90A019092B7F4A6DB7FC5FD28C120C751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F3EA0E9C05BC4D2F852266BFDECB59981">
    <w:name w:val="F3EA0E9C05BC4D2F852266BFDECB59981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C545446BB6B647DFBB6116F842C8A4F61">
    <w:name w:val="C545446BB6B647DFBB6116F842C8A4F61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41A61374DF164BFBA2F3C9395B5ABEBA1">
    <w:name w:val="41A61374DF164BFBA2F3C9395B5ABEBA1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713291275F49FCB5FBD2D27FFE96BA1">
    <w:name w:val="FE713291275F49FCB5FBD2D27FFE96BA1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8EFE142090F74F879A9792962E4A16B41">
    <w:name w:val="8EFE142090F74F879A9792962E4A16B41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854ABA0C97944FD7AB092854D63D1CB31">
    <w:name w:val="854ABA0C97944FD7AB092854D63D1CB31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329893BE3314ED08B0E50493B24764A2">
    <w:name w:val="1329893BE3314ED08B0E50493B24764A2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10C8C71D6374886B1E9FD517A29FF922">
    <w:name w:val="510C8C71D6374886B1E9FD517A29FF922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003064BBD7A946CD86ABB782D8DC943C2">
    <w:name w:val="003064BBD7A946CD86ABB782D8DC943C2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5EA15088189481FB9B178A0EDFBBA732">
    <w:name w:val="75EA15088189481FB9B178A0EDFBBA732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DD7CD83E7D6A4260973F97ACBE4F90B72">
    <w:name w:val="DD7CD83E7D6A4260973F97ACBE4F90B72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90A019092B7F4A6DB7FC5FD28C120C752">
    <w:name w:val="90A019092B7F4A6DB7FC5FD28C120C752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F3EA0E9C05BC4D2F852266BFDECB59982">
    <w:name w:val="F3EA0E9C05BC4D2F852266BFDECB59982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C545446BB6B647DFBB6116F842C8A4F62">
    <w:name w:val="C545446BB6B647DFBB6116F842C8A4F62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41A61374DF164BFBA2F3C9395B5ABEBA2">
    <w:name w:val="41A61374DF164BFBA2F3C9395B5ABEBA2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713291275F49FCB5FBD2D27FFE96BA2">
    <w:name w:val="FE713291275F49FCB5FBD2D27FFE96BA2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8EFE142090F74F879A9792962E4A16B42">
    <w:name w:val="8EFE142090F74F879A9792962E4A16B42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854ABA0C97944FD7AB092854D63D1CB32">
    <w:name w:val="854ABA0C97944FD7AB092854D63D1CB32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1329893BE3314ED08B0E50493B24764A3">
    <w:name w:val="1329893BE3314ED08B0E50493B24764A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510C8C71D6374886B1E9FD517A29FF923">
    <w:name w:val="510C8C71D6374886B1E9FD517A29FF92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003064BBD7A946CD86ABB782D8DC943C3">
    <w:name w:val="003064BBD7A946CD86ABB782D8DC943C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75EA15088189481FB9B178A0EDFBBA733">
    <w:name w:val="75EA15088189481FB9B178A0EDFBBA73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DD7CD83E7D6A4260973F97ACBE4F90B73">
    <w:name w:val="DD7CD83E7D6A4260973F97ACBE4F90B7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90A019092B7F4A6DB7FC5FD28C120C753">
    <w:name w:val="90A019092B7F4A6DB7FC5FD28C120C75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F3EA0E9C05BC4D2F852266BFDECB59983">
    <w:name w:val="F3EA0E9C05BC4D2F852266BFDECB59983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C545446BB6B647DFBB6116F842C8A4F63">
    <w:name w:val="C545446BB6B647DFBB6116F842C8A4F63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41A61374DF164BFBA2F3C9395B5ABEBA3">
    <w:name w:val="41A61374DF164BFBA2F3C9395B5ABEBA3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713291275F49FCB5FBD2D27FFE96BA3">
    <w:name w:val="FE713291275F49FCB5FBD2D27FFE96BA3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8EFE142090F74F879A9792962E4A16B43">
    <w:name w:val="8EFE142090F74F879A9792962E4A16B4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854ABA0C97944FD7AB092854D63D1CB33">
    <w:name w:val="854ABA0C97944FD7AB092854D63D1CB33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90A019092B7F4A6DB7FC5FD28C120C754">
    <w:name w:val="90A019092B7F4A6DB7FC5FD28C120C754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F3EA0E9C05BC4D2F852266BFDECB59984">
    <w:name w:val="F3EA0E9C05BC4D2F852266BFDECB59984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C545446BB6B647DFBB6116F842C8A4F64">
    <w:name w:val="C545446BB6B647DFBB6116F842C8A4F64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41A61374DF164BFBA2F3C9395B5ABEBA4">
    <w:name w:val="41A61374DF164BFBA2F3C9395B5ABEBA4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FE713291275F49FCB5FBD2D27FFE96BA4">
    <w:name w:val="FE713291275F49FCB5FBD2D27FFE96BA4"/>
    <w:rsid w:val="009979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8EFE142090F74F879A9792962E4A16B44">
    <w:name w:val="8EFE142090F74F879A9792962E4A16B44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854ABA0C97944FD7AB092854D63D1CB34">
    <w:name w:val="854ABA0C97944FD7AB092854D63D1CB34"/>
    <w:rsid w:val="0099796F"/>
    <w:pPr>
      <w:widowControl w:val="0"/>
      <w:autoSpaceDE w:val="0"/>
      <w:autoSpaceDN w:val="0"/>
      <w:spacing w:after="120" w:line="240" w:lineRule="auto"/>
    </w:pPr>
    <w:rPr>
      <w:rFonts w:ascii="Calibri" w:eastAsia="Calibri" w:hAnsi="Calibri" w:cs="Calibri"/>
    </w:rPr>
  </w:style>
  <w:style w:type="paragraph" w:customStyle="1" w:styleId="B9F0C23CC97246199FD9E1BF7CD243DD">
    <w:name w:val="B9F0C23CC97246199FD9E1BF7CD243DD"/>
    <w:rsid w:val="009B2DB9"/>
  </w:style>
  <w:style w:type="paragraph" w:customStyle="1" w:styleId="4A6C638B43E74B229B5296F11D6E35EB">
    <w:name w:val="4A6C638B43E74B229B5296F11D6E35EB"/>
    <w:rsid w:val="002104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0608055EE2F49B883BE42DD6AF2A4" ma:contentTypeVersion="7" ma:contentTypeDescription="Create a new document." ma:contentTypeScope="" ma:versionID="eb14488e72cbe09e6d48bb9264215d7b">
  <xsd:schema xmlns:xsd="http://www.w3.org/2001/XMLSchema" xmlns:xs="http://www.w3.org/2001/XMLSchema" xmlns:p="http://schemas.microsoft.com/office/2006/metadata/properties" xmlns:ns3="fd32c659-66a2-4e35-8e21-687e06f2bce3" targetNamespace="http://schemas.microsoft.com/office/2006/metadata/properties" ma:root="true" ma:fieldsID="5b1ee00dcea90ae54146c4a92e70adeb" ns3:_="">
    <xsd:import namespace="fd32c659-66a2-4e35-8e21-687e06f2bc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32c659-66a2-4e35-8e21-687e06f2b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40E89-B69A-4EB6-9DD8-88AB9E78ABA7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fd32c659-66a2-4e35-8e21-687e06f2bce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4F31ABC-718D-4EB3-923E-8E3485B05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32c659-66a2-4e35-8e21-687e06f2bc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CC9CB9-2E1D-4ECC-985C-272A7A731A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CBC13-4745-4B4E-8955-37963D83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kws_Styles.dotm</Template>
  <TotalTime>22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Digital Signage Request Form</vt:lpstr>
    </vt:vector>
  </TitlesOfParts>
  <Manager>Ron Northrup</Manager>
  <Company>USDA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Signage Request Form</dc:title>
  <dc:subject>Digital_Signage_Request_Form</dc:subject>
  <dc:creator>Keith Session</dc:creator>
  <cp:keywords/>
  <dc:description/>
  <cp:lastModifiedBy>Buescher, Debra (CTR) - OCIO-CEC, St. Louis, MO</cp:lastModifiedBy>
  <cp:revision>29</cp:revision>
  <cp:lastPrinted>2020-01-21T19:22:00Z</cp:lastPrinted>
  <dcterms:created xsi:type="dcterms:W3CDTF">2020-05-28T15:51:00Z</dcterms:created>
  <dcterms:modified xsi:type="dcterms:W3CDTF">2020-05-28T18:35:00Z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0x0101002CC0608055EE2F49B883BE42DD6AF2A4</vt:lpwstr>
  </property>
  <property fmtid="{D5CDD505-2E9C-101B-9397-08002B2CF9AE}" pid="3" name="_dlc_DocIdItemGuid">
    <vt:lpwstr>3d37a34b-bdbd-481e-b055-4cbd0f9cc8b4</vt:lpwstr>
  </property>
</Properties>
</file>